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1BA16" w14:textId="77777777" w:rsidR="006E5D65" w:rsidRPr="00B21D2E" w:rsidRDefault="00CD6897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B21D2E">
        <w:rPr>
          <w:rFonts w:ascii="Times New Roman" w:hAnsi="Times New Roman"/>
          <w:b/>
          <w:bCs/>
        </w:rPr>
        <w:tab/>
      </w:r>
      <w:r w:rsidRPr="00B21D2E">
        <w:rPr>
          <w:rFonts w:ascii="Times New Roman" w:hAnsi="Times New Roman"/>
          <w:b/>
          <w:bCs/>
        </w:rPr>
        <w:tab/>
      </w:r>
      <w:r w:rsidRPr="00B21D2E">
        <w:rPr>
          <w:rFonts w:ascii="Times New Roman" w:hAnsi="Times New Roman"/>
          <w:b/>
          <w:bCs/>
        </w:rPr>
        <w:tab/>
      </w:r>
      <w:r w:rsidRPr="00B21D2E">
        <w:rPr>
          <w:rFonts w:ascii="Times New Roman" w:hAnsi="Times New Roman"/>
          <w:b/>
          <w:bCs/>
        </w:rPr>
        <w:tab/>
      </w:r>
      <w:r w:rsidRPr="00B21D2E">
        <w:rPr>
          <w:rFonts w:ascii="Times New Roman" w:hAnsi="Times New Roman"/>
          <w:b/>
          <w:bCs/>
        </w:rPr>
        <w:tab/>
      </w:r>
      <w:r w:rsidRPr="00B21D2E">
        <w:rPr>
          <w:rFonts w:ascii="Times New Roman" w:hAnsi="Times New Roman"/>
          <w:b/>
          <w:bCs/>
        </w:rPr>
        <w:tab/>
      </w:r>
      <w:r w:rsidR="00D8678B" w:rsidRPr="00B21D2E">
        <w:rPr>
          <w:rFonts w:ascii="Times New Roman" w:hAnsi="Times New Roman"/>
          <w:bCs/>
          <w:i/>
        </w:rPr>
        <w:t xml:space="preserve">Załącznik nr </w:t>
      </w:r>
      <w:r w:rsidR="006F31E2" w:rsidRPr="00B21D2E">
        <w:rPr>
          <w:rFonts w:ascii="Times New Roman" w:hAnsi="Times New Roman"/>
          <w:bCs/>
          <w:i/>
        </w:rPr>
        <w:t>1.5</w:t>
      </w:r>
      <w:r w:rsidR="00D8678B" w:rsidRPr="00B21D2E">
        <w:rPr>
          <w:rFonts w:ascii="Times New Roman" w:hAnsi="Times New Roman"/>
          <w:bCs/>
          <w:i/>
        </w:rPr>
        <w:t xml:space="preserve"> do Zarządzenia</w:t>
      </w:r>
      <w:r w:rsidR="002A22BF" w:rsidRPr="00B21D2E">
        <w:rPr>
          <w:rFonts w:ascii="Times New Roman" w:hAnsi="Times New Roman"/>
          <w:bCs/>
          <w:i/>
        </w:rPr>
        <w:t xml:space="preserve"> Rektora UR </w:t>
      </w:r>
      <w:r w:rsidRPr="00B21D2E">
        <w:rPr>
          <w:rFonts w:ascii="Times New Roman" w:hAnsi="Times New Roman"/>
          <w:bCs/>
          <w:i/>
        </w:rPr>
        <w:t xml:space="preserve"> nr </w:t>
      </w:r>
      <w:r w:rsidR="00F17567" w:rsidRPr="00B21D2E">
        <w:rPr>
          <w:rFonts w:ascii="Times New Roman" w:hAnsi="Times New Roman"/>
          <w:bCs/>
          <w:i/>
        </w:rPr>
        <w:t>12/2019</w:t>
      </w:r>
    </w:p>
    <w:p w14:paraId="061C99B7" w14:textId="77777777" w:rsidR="00B21D2E" w:rsidRPr="00B21D2E" w:rsidRDefault="00B21D2E" w:rsidP="00B21D2E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4"/>
        </w:rPr>
      </w:pPr>
      <w:r w:rsidRPr="00B21D2E">
        <w:rPr>
          <w:rFonts w:ascii="Times New Roman" w:hAnsi="Times New Roman"/>
          <w:b/>
          <w:smallCaps/>
          <w:sz w:val="28"/>
          <w:szCs w:val="24"/>
        </w:rPr>
        <w:t>SYLABUS</w:t>
      </w:r>
    </w:p>
    <w:p w14:paraId="1241AC0B" w14:textId="3C1D358E" w:rsidR="00B21D2E" w:rsidRPr="00296160" w:rsidRDefault="00B21D2E" w:rsidP="00296160">
      <w:pPr>
        <w:spacing w:after="0" w:line="240" w:lineRule="exact"/>
        <w:jc w:val="center"/>
        <w:rPr>
          <w:rFonts w:ascii="Times New Roman" w:hAnsi="Times New Roman"/>
          <w:b/>
          <w:smallCaps/>
          <w:sz w:val="28"/>
          <w:szCs w:val="24"/>
        </w:rPr>
      </w:pPr>
      <w:r w:rsidRPr="00B21D2E">
        <w:rPr>
          <w:rFonts w:ascii="Times New Roman" w:hAnsi="Times New Roman"/>
          <w:b/>
          <w:smallCaps/>
          <w:sz w:val="28"/>
          <w:szCs w:val="24"/>
        </w:rPr>
        <w:t xml:space="preserve">DOTYCZY CYKLU KSZTAŁCENIA </w:t>
      </w:r>
      <w:r w:rsidR="001C7AAE">
        <w:rPr>
          <w:rFonts w:ascii="Times New Roman" w:hAnsi="Times New Roman"/>
          <w:b/>
          <w:sz w:val="24"/>
          <w:szCs w:val="24"/>
        </w:rPr>
        <w:t>2022-2027</w:t>
      </w:r>
    </w:p>
    <w:p w14:paraId="7C71DC10" w14:textId="209BC330" w:rsidR="00296160" w:rsidRPr="002E48E9" w:rsidRDefault="002E48E9" w:rsidP="00B21D2E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E48E9">
        <w:rPr>
          <w:rFonts w:ascii="Times New Roman" w:hAnsi="Times New Roman"/>
          <w:sz w:val="18"/>
          <w:szCs w:val="24"/>
        </w:rPr>
        <w:t>(skrajne daty)</w:t>
      </w:r>
    </w:p>
    <w:p w14:paraId="37144940" w14:textId="3C7E5A0B" w:rsidR="00B21D2E" w:rsidRPr="00B21D2E" w:rsidRDefault="00B21D2E" w:rsidP="00B21D2E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B21D2E">
        <w:rPr>
          <w:rFonts w:ascii="Times New Roman" w:hAnsi="Times New Roman"/>
          <w:b/>
          <w:sz w:val="24"/>
          <w:szCs w:val="24"/>
        </w:rPr>
        <w:t xml:space="preserve">Rok akademicki </w:t>
      </w:r>
      <w:r w:rsidR="00673FC0">
        <w:rPr>
          <w:rFonts w:ascii="Times New Roman" w:hAnsi="Times New Roman"/>
          <w:b/>
          <w:sz w:val="24"/>
          <w:szCs w:val="24"/>
        </w:rPr>
        <w:t>2023</w:t>
      </w:r>
      <w:r w:rsidR="001C7AAE">
        <w:rPr>
          <w:rFonts w:ascii="Times New Roman" w:hAnsi="Times New Roman"/>
          <w:b/>
          <w:sz w:val="24"/>
          <w:szCs w:val="24"/>
        </w:rPr>
        <w:t>/2024</w:t>
      </w:r>
      <w:bookmarkStart w:id="0" w:name="_GoBack"/>
      <w:bookmarkEnd w:id="0"/>
    </w:p>
    <w:p w14:paraId="204AE469" w14:textId="77777777" w:rsidR="00B21D2E" w:rsidRPr="00B21D2E" w:rsidRDefault="00B21D2E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7429408C" w14:textId="77777777" w:rsidR="00B21D2E" w:rsidRPr="00B21D2E" w:rsidRDefault="00B21D2E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6D9E21BC" w14:textId="77777777" w:rsidR="0085747A" w:rsidRPr="00B21D2E" w:rsidRDefault="0085747A" w:rsidP="00154950">
      <w:pPr>
        <w:pStyle w:val="Punktygwne"/>
        <w:numPr>
          <w:ilvl w:val="0"/>
          <w:numId w:val="4"/>
        </w:numPr>
        <w:spacing w:before="0" w:after="0"/>
        <w:rPr>
          <w:szCs w:val="24"/>
        </w:rPr>
      </w:pPr>
      <w:r w:rsidRPr="00B21D2E">
        <w:rPr>
          <w:szCs w:val="24"/>
        </w:rPr>
        <w:t xml:space="preserve">Podstawowe </w:t>
      </w:r>
      <w:r w:rsidR="00445970" w:rsidRPr="00B21D2E">
        <w:rPr>
          <w:szCs w:val="24"/>
        </w:rPr>
        <w:t>informacje o przedmiocie</w:t>
      </w:r>
    </w:p>
    <w:p w14:paraId="66811245" w14:textId="77777777" w:rsidR="00154950" w:rsidRPr="00B21D2E" w:rsidRDefault="00154950" w:rsidP="00154950">
      <w:pPr>
        <w:pStyle w:val="Punktygwne"/>
        <w:spacing w:before="0" w:after="0"/>
        <w:ind w:left="720"/>
        <w:rPr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1D2E" w14:paraId="637C5622" w14:textId="77777777" w:rsidTr="00B819C8">
        <w:tc>
          <w:tcPr>
            <w:tcW w:w="2694" w:type="dxa"/>
            <w:vAlign w:val="center"/>
          </w:tcPr>
          <w:p w14:paraId="00A6CD58" w14:textId="77777777" w:rsidR="0085747A" w:rsidRPr="00B21D2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204824" w14:textId="77777777" w:rsidR="0085747A" w:rsidRPr="00B21D2E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sz w:val="22"/>
              </w:rPr>
            </w:pPr>
            <w:r w:rsidRPr="00B21D2E">
              <w:rPr>
                <w:color w:val="auto"/>
                <w:sz w:val="22"/>
              </w:rPr>
              <w:t>Etyka</w:t>
            </w:r>
          </w:p>
        </w:tc>
      </w:tr>
      <w:tr w:rsidR="0085747A" w:rsidRPr="00B21D2E" w14:paraId="0C24B70E" w14:textId="77777777" w:rsidTr="00B819C8">
        <w:tc>
          <w:tcPr>
            <w:tcW w:w="2694" w:type="dxa"/>
            <w:vAlign w:val="center"/>
          </w:tcPr>
          <w:p w14:paraId="34013F84" w14:textId="77777777" w:rsidR="0085747A" w:rsidRPr="00B21D2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Kod przedmiotu</w:t>
            </w:r>
            <w:r w:rsidR="0085747A" w:rsidRPr="00B21D2E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EEE6EFD" w14:textId="77777777" w:rsidR="0085747A" w:rsidRPr="00B21D2E" w:rsidRDefault="0085747A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</w:p>
        </w:tc>
      </w:tr>
      <w:tr w:rsidR="0085747A" w:rsidRPr="00B21D2E" w14:paraId="66879520" w14:textId="77777777" w:rsidTr="00B819C8">
        <w:tc>
          <w:tcPr>
            <w:tcW w:w="2694" w:type="dxa"/>
            <w:vAlign w:val="center"/>
          </w:tcPr>
          <w:p w14:paraId="778F5113" w14:textId="77777777" w:rsidR="0085747A" w:rsidRPr="00B21D2E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nazwa</w:t>
            </w:r>
            <w:r w:rsidR="00C05F44" w:rsidRPr="00B21D2E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26408F" w14:textId="77777777" w:rsidR="0085747A" w:rsidRPr="00B21D2E" w:rsidRDefault="00633E87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 xml:space="preserve">Kolegium Nauk Społecznych </w:t>
            </w:r>
          </w:p>
        </w:tc>
      </w:tr>
      <w:tr w:rsidR="0085747A" w:rsidRPr="00B21D2E" w14:paraId="677676B6" w14:textId="77777777" w:rsidTr="00B819C8">
        <w:tc>
          <w:tcPr>
            <w:tcW w:w="2694" w:type="dxa"/>
            <w:vAlign w:val="center"/>
          </w:tcPr>
          <w:p w14:paraId="7A70CB08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29ED03" w14:textId="77777777" w:rsidR="0085747A" w:rsidRPr="00B21D2E" w:rsidRDefault="00BF38E7" w:rsidP="00C7088C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>Zakład Prawa Rzymskiego</w:t>
            </w:r>
            <w:r w:rsidR="00296160">
              <w:rPr>
                <w:b w:val="0"/>
                <w:sz w:val="22"/>
              </w:rPr>
              <w:t xml:space="preserve">, Instytut Nauk Prawnych </w:t>
            </w:r>
          </w:p>
        </w:tc>
      </w:tr>
      <w:tr w:rsidR="0085747A" w:rsidRPr="00B21D2E" w14:paraId="690F56AB" w14:textId="77777777" w:rsidTr="00B819C8">
        <w:tc>
          <w:tcPr>
            <w:tcW w:w="2694" w:type="dxa"/>
            <w:vAlign w:val="center"/>
          </w:tcPr>
          <w:p w14:paraId="46B5102A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39F240" w14:textId="77777777" w:rsidR="0085747A" w:rsidRPr="00B21D2E" w:rsidRDefault="00B67FDD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>P</w:t>
            </w:r>
            <w:r w:rsidR="002E7BA4" w:rsidRPr="00B21D2E">
              <w:rPr>
                <w:b w:val="0"/>
                <w:sz w:val="22"/>
              </w:rPr>
              <w:t>rawo</w:t>
            </w:r>
          </w:p>
        </w:tc>
      </w:tr>
      <w:tr w:rsidR="0085747A" w:rsidRPr="00B21D2E" w14:paraId="48027F16" w14:textId="77777777" w:rsidTr="00B819C8">
        <w:tc>
          <w:tcPr>
            <w:tcW w:w="2694" w:type="dxa"/>
            <w:vAlign w:val="center"/>
          </w:tcPr>
          <w:p w14:paraId="0C7CBAA9" w14:textId="77777777" w:rsidR="0085747A" w:rsidRPr="00B21D2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11A563" w14:textId="77777777" w:rsidR="0085747A" w:rsidRPr="00B21D2E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B21D2E" w14:paraId="31805461" w14:textId="77777777" w:rsidTr="00B819C8">
        <w:tc>
          <w:tcPr>
            <w:tcW w:w="2694" w:type="dxa"/>
            <w:vAlign w:val="center"/>
          </w:tcPr>
          <w:p w14:paraId="22D24AB5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7888C1D1" w14:textId="77777777" w:rsidR="0085747A" w:rsidRPr="00B21D2E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B21D2E" w14:paraId="0BD52AA4" w14:textId="77777777" w:rsidTr="00B819C8">
        <w:tc>
          <w:tcPr>
            <w:tcW w:w="2694" w:type="dxa"/>
            <w:vAlign w:val="center"/>
          </w:tcPr>
          <w:p w14:paraId="2331E4FB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2A3F8F" w14:textId="77777777" w:rsidR="0085747A" w:rsidRPr="00B21D2E" w:rsidRDefault="00FD6381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85747A" w:rsidRPr="00B21D2E" w14:paraId="50AA4124" w14:textId="77777777" w:rsidTr="00B819C8">
        <w:tc>
          <w:tcPr>
            <w:tcW w:w="2694" w:type="dxa"/>
            <w:vAlign w:val="center"/>
          </w:tcPr>
          <w:p w14:paraId="0BD19951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Rok i semestr</w:t>
            </w:r>
            <w:r w:rsidR="0030395F" w:rsidRPr="00B21D2E">
              <w:rPr>
                <w:sz w:val="22"/>
                <w:szCs w:val="22"/>
              </w:rPr>
              <w:t>/y</w:t>
            </w:r>
            <w:r w:rsidRPr="00B21D2E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F373B3" w14:textId="77777777" w:rsidR="0085747A" w:rsidRPr="00B21D2E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color w:val="auto"/>
                <w:sz w:val="22"/>
              </w:rPr>
              <w:t>Rok I</w:t>
            </w:r>
            <w:r w:rsidR="002E48E9">
              <w:rPr>
                <w:b w:val="0"/>
                <w:color w:val="auto"/>
                <w:sz w:val="22"/>
              </w:rPr>
              <w:t>I</w:t>
            </w:r>
            <w:r w:rsidRPr="00B21D2E">
              <w:rPr>
                <w:b w:val="0"/>
                <w:color w:val="auto"/>
                <w:sz w:val="22"/>
              </w:rPr>
              <w:t xml:space="preserve">, semestr </w:t>
            </w:r>
            <w:r w:rsidR="00BF38E7" w:rsidRPr="00B21D2E">
              <w:rPr>
                <w:b w:val="0"/>
                <w:color w:val="auto"/>
                <w:sz w:val="22"/>
              </w:rPr>
              <w:t>II</w:t>
            </w:r>
            <w:r w:rsidR="002E48E9">
              <w:rPr>
                <w:b w:val="0"/>
                <w:color w:val="auto"/>
                <w:sz w:val="22"/>
              </w:rPr>
              <w:t>I</w:t>
            </w:r>
          </w:p>
        </w:tc>
      </w:tr>
      <w:tr w:rsidR="0085747A" w:rsidRPr="00B21D2E" w14:paraId="46A34DF6" w14:textId="77777777" w:rsidTr="00B819C8">
        <w:tc>
          <w:tcPr>
            <w:tcW w:w="2694" w:type="dxa"/>
            <w:vAlign w:val="center"/>
          </w:tcPr>
          <w:p w14:paraId="2E91D4E1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7B34" w14:textId="77777777" w:rsidR="0085747A" w:rsidRPr="00B21D2E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B21D2E" w14:paraId="19F4D6A5" w14:textId="77777777" w:rsidTr="00B819C8">
        <w:tc>
          <w:tcPr>
            <w:tcW w:w="2694" w:type="dxa"/>
            <w:vAlign w:val="center"/>
          </w:tcPr>
          <w:p w14:paraId="01F2A891" w14:textId="77777777" w:rsidR="00923D7D" w:rsidRPr="00B21D2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39801E" w14:textId="77777777" w:rsidR="00923D7D" w:rsidRPr="00B21D2E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>polski</w:t>
            </w:r>
          </w:p>
        </w:tc>
      </w:tr>
      <w:tr w:rsidR="0085747A" w:rsidRPr="00B21D2E" w14:paraId="0328560D" w14:textId="77777777" w:rsidTr="00B819C8">
        <w:tc>
          <w:tcPr>
            <w:tcW w:w="2694" w:type="dxa"/>
            <w:vAlign w:val="center"/>
          </w:tcPr>
          <w:p w14:paraId="60DB36F4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D825A0" w14:textId="77777777" w:rsidR="0085747A" w:rsidRPr="00B21D2E" w:rsidRDefault="006C5255" w:rsidP="00C7088C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 xml:space="preserve">dr hab. </w:t>
            </w:r>
            <w:r w:rsidR="00C7088C" w:rsidRPr="00B21D2E">
              <w:rPr>
                <w:b w:val="0"/>
                <w:sz w:val="22"/>
              </w:rPr>
              <w:t>Piotr Steczkowski</w:t>
            </w:r>
            <w:r w:rsidR="00296160" w:rsidRPr="00B21D2E">
              <w:rPr>
                <w:b w:val="0"/>
                <w:sz w:val="22"/>
              </w:rPr>
              <w:t xml:space="preserve"> Prof. UR</w:t>
            </w:r>
          </w:p>
        </w:tc>
      </w:tr>
      <w:tr w:rsidR="0085747A" w:rsidRPr="00B21D2E" w14:paraId="376411A9" w14:textId="77777777" w:rsidTr="00B819C8">
        <w:tc>
          <w:tcPr>
            <w:tcW w:w="2694" w:type="dxa"/>
            <w:vAlign w:val="center"/>
          </w:tcPr>
          <w:p w14:paraId="3D79EBEB" w14:textId="77777777" w:rsidR="0085747A" w:rsidRPr="00B21D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5C5CE2" w14:textId="77777777" w:rsidR="0085747A" w:rsidRPr="00B21D2E" w:rsidRDefault="00BF38E7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B21D2E">
              <w:rPr>
                <w:b w:val="0"/>
                <w:sz w:val="22"/>
              </w:rPr>
              <w:t>dr hab.</w:t>
            </w:r>
            <w:r w:rsidR="00C7088C" w:rsidRPr="00B21D2E">
              <w:rPr>
                <w:b w:val="0"/>
                <w:sz w:val="22"/>
              </w:rPr>
              <w:t xml:space="preserve"> Piotr Steczkowski</w:t>
            </w:r>
            <w:r w:rsidR="00296160" w:rsidRPr="00B21D2E">
              <w:rPr>
                <w:b w:val="0"/>
                <w:sz w:val="22"/>
              </w:rPr>
              <w:t xml:space="preserve"> Prof. UR</w:t>
            </w:r>
          </w:p>
        </w:tc>
      </w:tr>
    </w:tbl>
    <w:p w14:paraId="150645C8" w14:textId="77777777" w:rsidR="0085747A" w:rsidRPr="00B21D2E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B21D2E">
        <w:rPr>
          <w:szCs w:val="22"/>
        </w:rPr>
        <w:t xml:space="preserve">* </w:t>
      </w:r>
      <w:r w:rsidRPr="00B21D2E">
        <w:rPr>
          <w:i/>
          <w:szCs w:val="22"/>
        </w:rPr>
        <w:t>-</w:t>
      </w:r>
      <w:r w:rsidR="00B90885" w:rsidRPr="00B21D2E">
        <w:rPr>
          <w:b w:val="0"/>
          <w:i/>
          <w:szCs w:val="22"/>
        </w:rPr>
        <w:t>opcjonalni</w:t>
      </w:r>
      <w:r w:rsidR="00B90885" w:rsidRPr="00B21D2E">
        <w:rPr>
          <w:b w:val="0"/>
          <w:szCs w:val="22"/>
        </w:rPr>
        <w:t>e,</w:t>
      </w:r>
      <w:r w:rsidR="00296160">
        <w:rPr>
          <w:b w:val="0"/>
          <w:szCs w:val="22"/>
        </w:rPr>
        <w:t xml:space="preserve"> </w:t>
      </w:r>
      <w:r w:rsidRPr="00B21D2E">
        <w:rPr>
          <w:b w:val="0"/>
          <w:i/>
          <w:szCs w:val="22"/>
        </w:rPr>
        <w:t xml:space="preserve">zgodnie z ustaleniami </w:t>
      </w:r>
      <w:r w:rsidR="00B90885" w:rsidRPr="00B21D2E">
        <w:rPr>
          <w:b w:val="0"/>
          <w:i/>
          <w:szCs w:val="22"/>
        </w:rPr>
        <w:t>w Jednostce</w:t>
      </w:r>
    </w:p>
    <w:p w14:paraId="2CAFC4C7" w14:textId="77777777" w:rsidR="00923D7D" w:rsidRPr="00B21D2E" w:rsidRDefault="00923D7D" w:rsidP="009C54AE">
      <w:pPr>
        <w:pStyle w:val="Podpunkty"/>
        <w:ind w:left="0"/>
        <w:rPr>
          <w:szCs w:val="22"/>
        </w:rPr>
      </w:pPr>
    </w:p>
    <w:p w14:paraId="6E1CC5D4" w14:textId="77777777" w:rsidR="0085747A" w:rsidRPr="00B21D2E" w:rsidRDefault="0085747A" w:rsidP="009C54AE">
      <w:pPr>
        <w:pStyle w:val="Podpunkty"/>
        <w:ind w:left="284"/>
        <w:rPr>
          <w:szCs w:val="22"/>
        </w:rPr>
      </w:pPr>
      <w:r w:rsidRPr="00B21D2E">
        <w:rPr>
          <w:szCs w:val="22"/>
        </w:rPr>
        <w:t>1.</w:t>
      </w:r>
      <w:r w:rsidR="00E22FBC" w:rsidRPr="00B21D2E">
        <w:rPr>
          <w:szCs w:val="22"/>
        </w:rPr>
        <w:t>1</w:t>
      </w:r>
      <w:r w:rsidRPr="00B21D2E">
        <w:rPr>
          <w:szCs w:val="22"/>
        </w:rPr>
        <w:t xml:space="preserve">.Formy zajęć dydaktycznych, wymiar godzin i punktów ECTS </w:t>
      </w:r>
    </w:p>
    <w:p w14:paraId="60DE576A" w14:textId="77777777" w:rsidR="00923D7D" w:rsidRPr="00B21D2E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B21D2E" w14:paraId="5409933C" w14:textId="77777777" w:rsidTr="00296160">
        <w:tc>
          <w:tcPr>
            <w:tcW w:w="1048" w:type="dxa"/>
          </w:tcPr>
          <w:p w14:paraId="4CCC7205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Semestr</w:t>
            </w:r>
          </w:p>
          <w:p w14:paraId="5A3F14F6" w14:textId="77777777" w:rsidR="00015B8F" w:rsidRPr="00B21D2E" w:rsidRDefault="002B5EA0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(</w:t>
            </w:r>
            <w:r w:rsidR="00363F78" w:rsidRPr="00B21D2E">
              <w:rPr>
                <w:sz w:val="22"/>
              </w:rPr>
              <w:t>nr)</w:t>
            </w:r>
          </w:p>
        </w:tc>
        <w:tc>
          <w:tcPr>
            <w:tcW w:w="921" w:type="dxa"/>
            <w:vAlign w:val="center"/>
            <w:hideMark/>
          </w:tcPr>
          <w:p w14:paraId="411417D4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B21D2E">
              <w:rPr>
                <w:sz w:val="22"/>
              </w:rPr>
              <w:t>Wykł</w:t>
            </w:r>
            <w:proofErr w:type="spellEnd"/>
            <w:r w:rsidRPr="00B21D2E">
              <w:rPr>
                <w:sz w:val="22"/>
              </w:rPr>
              <w:t>.</w:t>
            </w:r>
          </w:p>
        </w:tc>
        <w:tc>
          <w:tcPr>
            <w:tcW w:w="801" w:type="dxa"/>
            <w:vAlign w:val="center"/>
            <w:hideMark/>
          </w:tcPr>
          <w:p w14:paraId="3AE30086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Ćw.</w:t>
            </w:r>
          </w:p>
        </w:tc>
        <w:tc>
          <w:tcPr>
            <w:tcW w:w="851" w:type="dxa"/>
            <w:vAlign w:val="center"/>
            <w:hideMark/>
          </w:tcPr>
          <w:p w14:paraId="3197ECB9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B21D2E">
              <w:rPr>
                <w:sz w:val="22"/>
              </w:rPr>
              <w:t>Konw</w:t>
            </w:r>
            <w:proofErr w:type="spellEnd"/>
            <w:r w:rsidRPr="00B21D2E">
              <w:rPr>
                <w:sz w:val="22"/>
              </w:rPr>
              <w:t>.</w:t>
            </w:r>
          </w:p>
        </w:tc>
        <w:tc>
          <w:tcPr>
            <w:tcW w:w="811" w:type="dxa"/>
            <w:vAlign w:val="center"/>
            <w:hideMark/>
          </w:tcPr>
          <w:p w14:paraId="2C613918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Lab.</w:t>
            </w:r>
          </w:p>
        </w:tc>
        <w:tc>
          <w:tcPr>
            <w:tcW w:w="827" w:type="dxa"/>
            <w:vAlign w:val="center"/>
          </w:tcPr>
          <w:p w14:paraId="28D816ED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B21D2E">
              <w:rPr>
                <w:sz w:val="22"/>
              </w:rPr>
              <w:t>Sem</w:t>
            </w:r>
            <w:proofErr w:type="spellEnd"/>
            <w:r w:rsidRPr="00B21D2E">
              <w:rPr>
                <w:sz w:val="22"/>
              </w:rPr>
              <w:t>.</w:t>
            </w:r>
          </w:p>
        </w:tc>
        <w:tc>
          <w:tcPr>
            <w:tcW w:w="780" w:type="dxa"/>
            <w:vAlign w:val="center"/>
            <w:hideMark/>
          </w:tcPr>
          <w:p w14:paraId="04F44756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ZP</w:t>
            </w:r>
          </w:p>
        </w:tc>
        <w:tc>
          <w:tcPr>
            <w:tcW w:w="957" w:type="dxa"/>
            <w:vAlign w:val="center"/>
            <w:hideMark/>
          </w:tcPr>
          <w:p w14:paraId="2A615B6D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B21D2E">
              <w:rPr>
                <w:sz w:val="22"/>
              </w:rPr>
              <w:t>Prakt</w:t>
            </w:r>
            <w:proofErr w:type="spellEnd"/>
            <w:r w:rsidRPr="00B21D2E">
              <w:rPr>
                <w:sz w:val="22"/>
              </w:rPr>
              <w:t>.</w:t>
            </w:r>
          </w:p>
        </w:tc>
        <w:tc>
          <w:tcPr>
            <w:tcW w:w="1206" w:type="dxa"/>
            <w:vAlign w:val="center"/>
            <w:hideMark/>
          </w:tcPr>
          <w:p w14:paraId="73FD2C60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B21D2E">
              <w:rPr>
                <w:sz w:val="22"/>
              </w:rPr>
              <w:t>Inne (jakie?)</w:t>
            </w:r>
          </w:p>
        </w:tc>
        <w:tc>
          <w:tcPr>
            <w:tcW w:w="1545" w:type="dxa"/>
            <w:vAlign w:val="center"/>
            <w:hideMark/>
          </w:tcPr>
          <w:p w14:paraId="529C5F87" w14:textId="77777777" w:rsidR="00015B8F" w:rsidRPr="00B21D2E" w:rsidRDefault="00015B8F" w:rsidP="009C54AE">
            <w:pPr>
              <w:pStyle w:val="Nagwkitablic"/>
              <w:spacing w:line="240" w:lineRule="auto"/>
              <w:jc w:val="center"/>
              <w:rPr>
                <w:b/>
                <w:sz w:val="22"/>
              </w:rPr>
            </w:pPr>
            <w:r w:rsidRPr="00B21D2E">
              <w:rPr>
                <w:b/>
                <w:sz w:val="22"/>
              </w:rPr>
              <w:t>Liczba pkt</w:t>
            </w:r>
            <w:r w:rsidR="00B90885" w:rsidRPr="00B21D2E">
              <w:rPr>
                <w:b/>
                <w:sz w:val="22"/>
              </w:rPr>
              <w:t>.</w:t>
            </w:r>
            <w:r w:rsidRPr="00B21D2E">
              <w:rPr>
                <w:b/>
                <w:sz w:val="22"/>
              </w:rPr>
              <w:t xml:space="preserve"> ECTS</w:t>
            </w:r>
          </w:p>
        </w:tc>
      </w:tr>
      <w:tr w:rsidR="00394B6D" w:rsidRPr="00B21D2E" w14:paraId="7C545557" w14:textId="77777777" w:rsidTr="00296160">
        <w:trPr>
          <w:trHeight w:val="453"/>
        </w:trPr>
        <w:tc>
          <w:tcPr>
            <w:tcW w:w="1048" w:type="dxa"/>
          </w:tcPr>
          <w:p w14:paraId="0E6252CC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I</w:t>
            </w:r>
            <w:r w:rsidR="00C7088C" w:rsidRPr="00B21D2E">
              <w:rPr>
                <w:sz w:val="22"/>
                <w:szCs w:val="22"/>
              </w:rPr>
              <w:t>I</w:t>
            </w:r>
            <w:r w:rsidR="002E48E9">
              <w:rPr>
                <w:sz w:val="22"/>
                <w:szCs w:val="22"/>
              </w:rPr>
              <w:t>I</w:t>
            </w:r>
          </w:p>
        </w:tc>
        <w:tc>
          <w:tcPr>
            <w:tcW w:w="921" w:type="dxa"/>
            <w:vAlign w:val="center"/>
          </w:tcPr>
          <w:p w14:paraId="6D0F0218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14:paraId="73D05671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A91137B" w14:textId="77777777" w:rsidR="00394B6D" w:rsidRPr="00B21D2E" w:rsidRDefault="002E48E9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11" w:type="dxa"/>
            <w:vAlign w:val="center"/>
          </w:tcPr>
          <w:p w14:paraId="4AA514D9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3A1DA764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1EAB8A03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35DA5109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136385BD" w14:textId="77777777" w:rsidR="00394B6D" w:rsidRPr="00B21D2E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14:paraId="6C0E515D" w14:textId="77777777" w:rsidR="00394B6D" w:rsidRPr="00B21D2E" w:rsidRDefault="00C31328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4A5AF4D9" w14:textId="77777777" w:rsidR="00923D7D" w:rsidRPr="00B21D2E" w:rsidRDefault="00923D7D" w:rsidP="009C54AE">
      <w:pPr>
        <w:pStyle w:val="Podpunkty"/>
        <w:rPr>
          <w:b w:val="0"/>
          <w:szCs w:val="22"/>
          <w:lang w:eastAsia="en-US"/>
        </w:rPr>
      </w:pPr>
    </w:p>
    <w:p w14:paraId="1E70079E" w14:textId="77777777" w:rsidR="0085747A" w:rsidRPr="00B21D2E" w:rsidRDefault="0085747A" w:rsidP="006C5255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b w:val="0"/>
          <w:smallCaps w:val="0"/>
          <w:sz w:val="22"/>
        </w:rPr>
      </w:pPr>
      <w:r w:rsidRPr="00B21D2E">
        <w:rPr>
          <w:smallCaps w:val="0"/>
          <w:sz w:val="22"/>
        </w:rPr>
        <w:t xml:space="preserve">Sposób realizacji zajęć  </w:t>
      </w:r>
    </w:p>
    <w:p w14:paraId="4AE1099F" w14:textId="77777777" w:rsidR="0085747A" w:rsidRPr="00B21D2E" w:rsidRDefault="002E48E9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>
        <w:rPr>
          <w:rFonts w:eastAsia="MS Gothic"/>
          <w:b w:val="0"/>
          <w:sz w:val="22"/>
        </w:rPr>
        <w:t xml:space="preserve"> </w:t>
      </w:r>
      <w:r w:rsidR="002E7BA4" w:rsidRPr="00B21D2E">
        <w:rPr>
          <w:rFonts w:eastAsia="MS Gothic"/>
          <w:b w:val="0"/>
          <w:sz w:val="22"/>
        </w:rPr>
        <w:t>x</w:t>
      </w:r>
      <w:r w:rsidR="0085747A" w:rsidRPr="00B21D2E">
        <w:rPr>
          <w:b w:val="0"/>
          <w:smallCaps w:val="0"/>
          <w:sz w:val="22"/>
        </w:rPr>
        <w:t xml:space="preserve"> zajęcia w formie tradycyjnej </w:t>
      </w:r>
    </w:p>
    <w:p w14:paraId="363AEEB5" w14:textId="77777777" w:rsidR="0085747A" w:rsidRPr="00B21D2E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B21D2E">
        <w:rPr>
          <w:rFonts w:eastAsia="MS Gothic" w:hAnsi="Segoe UI Symbol"/>
          <w:b w:val="0"/>
          <w:sz w:val="22"/>
        </w:rPr>
        <w:t>☐</w:t>
      </w:r>
      <w:r w:rsidRPr="00B21D2E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14:paraId="0DE45658" w14:textId="77777777" w:rsidR="0085747A" w:rsidRPr="00B21D2E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0BD1377A" w14:textId="77777777" w:rsidR="00E22FBC" w:rsidRPr="00B21D2E" w:rsidRDefault="00E22FBC" w:rsidP="006C5255">
      <w:pPr>
        <w:pStyle w:val="Punktygwne"/>
        <w:numPr>
          <w:ilvl w:val="1"/>
          <w:numId w:val="6"/>
        </w:numPr>
        <w:tabs>
          <w:tab w:val="left" w:pos="709"/>
        </w:tabs>
        <w:spacing w:before="0" w:after="0"/>
        <w:rPr>
          <w:smallCaps w:val="0"/>
          <w:sz w:val="22"/>
        </w:rPr>
      </w:pPr>
      <w:r w:rsidRPr="00B21D2E">
        <w:rPr>
          <w:smallCaps w:val="0"/>
          <w:sz w:val="22"/>
        </w:rPr>
        <w:t>For</w:t>
      </w:r>
      <w:r w:rsidR="00445970" w:rsidRPr="00B21D2E">
        <w:rPr>
          <w:smallCaps w:val="0"/>
          <w:sz w:val="22"/>
        </w:rPr>
        <w:t xml:space="preserve">ma zaliczenia przedmiotu </w:t>
      </w:r>
      <w:r w:rsidRPr="00B21D2E">
        <w:rPr>
          <w:smallCaps w:val="0"/>
          <w:sz w:val="22"/>
        </w:rPr>
        <w:t xml:space="preserve"> (z toku) </w:t>
      </w:r>
      <w:r w:rsidRPr="00B21D2E">
        <w:rPr>
          <w:b w:val="0"/>
          <w:smallCaps w:val="0"/>
          <w:sz w:val="22"/>
        </w:rPr>
        <w:t>(egzamin, zaliczenie z oceną, zaliczenie bez oceny)</w:t>
      </w:r>
    </w:p>
    <w:p w14:paraId="7449FE10" w14:textId="77777777" w:rsidR="00C7088C" w:rsidRPr="00B21D2E" w:rsidRDefault="002E7BA4" w:rsidP="00C7088C">
      <w:pPr>
        <w:pStyle w:val="Punktygwne"/>
        <w:rPr>
          <w:sz w:val="22"/>
        </w:rPr>
      </w:pPr>
      <w:r w:rsidRPr="00B21D2E">
        <w:rPr>
          <w:b w:val="0"/>
          <w:sz w:val="22"/>
        </w:rPr>
        <w:tab/>
      </w:r>
      <w:r w:rsidR="00C7088C" w:rsidRPr="00B21D2E">
        <w:rPr>
          <w:sz w:val="22"/>
        </w:rPr>
        <w:t>Zaliczenie z oceną: napisanie pracy zaliczeniowej</w:t>
      </w:r>
    </w:p>
    <w:p w14:paraId="55A4953C" w14:textId="77777777" w:rsidR="00E960BB" w:rsidRPr="00B21D2E" w:rsidRDefault="00E960BB" w:rsidP="009C54AE">
      <w:pPr>
        <w:pStyle w:val="Punktygwne"/>
        <w:spacing w:before="0" w:after="0"/>
        <w:rPr>
          <w:b w:val="0"/>
          <w:sz w:val="22"/>
        </w:rPr>
      </w:pPr>
    </w:p>
    <w:p w14:paraId="25FE0E84" w14:textId="77777777" w:rsidR="00E960BB" w:rsidRDefault="0085747A" w:rsidP="009C54AE">
      <w:pPr>
        <w:pStyle w:val="Punktygwne"/>
        <w:spacing w:before="0" w:after="0"/>
        <w:rPr>
          <w:sz w:val="22"/>
        </w:rPr>
      </w:pPr>
      <w:r w:rsidRPr="00B21D2E">
        <w:rPr>
          <w:sz w:val="22"/>
        </w:rPr>
        <w:t xml:space="preserve">2.Wymagania wstępne </w:t>
      </w:r>
    </w:p>
    <w:p w14:paraId="1E7FB120" w14:textId="77777777" w:rsidR="00296160" w:rsidRPr="00B21D2E" w:rsidRDefault="00296160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1D2E" w14:paraId="53C6E9FE" w14:textId="77777777" w:rsidTr="00745302">
        <w:tc>
          <w:tcPr>
            <w:tcW w:w="9670" w:type="dxa"/>
          </w:tcPr>
          <w:p w14:paraId="23BAE3EE" w14:textId="77777777" w:rsidR="0085747A" w:rsidRPr="00B21D2E" w:rsidRDefault="00C7088C" w:rsidP="009C54AE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 w:val="22"/>
              </w:rPr>
            </w:pPr>
            <w:r w:rsidRPr="00B21D2E">
              <w:rPr>
                <w:b w:val="0"/>
                <w:sz w:val="22"/>
              </w:rPr>
              <w:t>brak</w:t>
            </w:r>
          </w:p>
        </w:tc>
      </w:tr>
    </w:tbl>
    <w:p w14:paraId="110B8886" w14:textId="77777777" w:rsidR="00296160" w:rsidRDefault="00296160" w:rsidP="009C54AE">
      <w:pPr>
        <w:pStyle w:val="Punktygwne"/>
        <w:spacing w:before="0" w:after="0"/>
        <w:rPr>
          <w:sz w:val="22"/>
        </w:rPr>
      </w:pPr>
    </w:p>
    <w:p w14:paraId="02812897" w14:textId="77777777" w:rsidR="00153C41" w:rsidRPr="00B21D2E" w:rsidRDefault="00296160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</w:p>
    <w:p w14:paraId="2FFEED44" w14:textId="77777777" w:rsidR="0085747A" w:rsidRPr="00B21D2E" w:rsidRDefault="00A84C85" w:rsidP="006C5255">
      <w:pPr>
        <w:pStyle w:val="Punktygwne"/>
        <w:numPr>
          <w:ilvl w:val="0"/>
          <w:numId w:val="7"/>
        </w:numPr>
        <w:spacing w:before="0" w:after="0"/>
        <w:rPr>
          <w:sz w:val="22"/>
        </w:rPr>
      </w:pPr>
      <w:r w:rsidRPr="00B21D2E">
        <w:rPr>
          <w:sz w:val="22"/>
        </w:rPr>
        <w:t>cele, efekty uczenia się</w:t>
      </w:r>
      <w:r w:rsidR="0085747A" w:rsidRPr="00B21D2E">
        <w:rPr>
          <w:sz w:val="22"/>
        </w:rPr>
        <w:t xml:space="preserve"> , treści Programowe i stosowane metody Dydaktyczne</w:t>
      </w:r>
    </w:p>
    <w:p w14:paraId="61E11D53" w14:textId="77777777" w:rsidR="0085747A" w:rsidRPr="00B21D2E" w:rsidRDefault="0085747A" w:rsidP="009C54AE">
      <w:pPr>
        <w:pStyle w:val="Punktygwne"/>
        <w:spacing w:before="0" w:after="0"/>
        <w:rPr>
          <w:sz w:val="22"/>
        </w:rPr>
      </w:pPr>
    </w:p>
    <w:p w14:paraId="142EDEE8" w14:textId="77777777" w:rsidR="0085747A" w:rsidRPr="00B21D2E" w:rsidRDefault="0071620A" w:rsidP="009C54AE">
      <w:pPr>
        <w:pStyle w:val="Podpunkty"/>
        <w:rPr>
          <w:szCs w:val="22"/>
        </w:rPr>
      </w:pPr>
      <w:r w:rsidRPr="00B21D2E">
        <w:rPr>
          <w:szCs w:val="22"/>
        </w:rPr>
        <w:t xml:space="preserve">3.1 </w:t>
      </w:r>
      <w:r w:rsidR="00C05F44" w:rsidRPr="00B21D2E">
        <w:rPr>
          <w:szCs w:val="22"/>
        </w:rPr>
        <w:t>Cele przedmiotu</w:t>
      </w:r>
    </w:p>
    <w:p w14:paraId="652A3761" w14:textId="77777777" w:rsidR="00F83B28" w:rsidRPr="00B21D2E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7088C" w:rsidRPr="00B21D2E" w14:paraId="3E1885BC" w14:textId="77777777" w:rsidTr="00923D7D">
        <w:tc>
          <w:tcPr>
            <w:tcW w:w="851" w:type="dxa"/>
            <w:vAlign w:val="center"/>
          </w:tcPr>
          <w:p w14:paraId="1F9B80EC" w14:textId="77777777" w:rsidR="00C7088C" w:rsidRPr="00B21D2E" w:rsidRDefault="00C7088C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B21D2E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BAD9ACD" w14:textId="77777777" w:rsidR="00C7088C" w:rsidRPr="00B21D2E" w:rsidRDefault="00C7088C" w:rsidP="00C7088C">
            <w:pPr>
              <w:pStyle w:val="Podpunkty"/>
              <w:spacing w:before="40" w:after="40"/>
              <w:ind w:left="0"/>
              <w:rPr>
                <w:b w:val="0"/>
                <w:i/>
                <w:szCs w:val="22"/>
              </w:rPr>
            </w:pPr>
            <w:r w:rsidRPr="00B21D2E">
              <w:rPr>
                <w:b w:val="0"/>
                <w:bCs/>
                <w:i/>
                <w:szCs w:val="22"/>
              </w:rPr>
              <w:t xml:space="preserve">Uzyskanie przez studentów podstawowej wiedzy z zakresu etyki ogólnej i z wybranych zagadnień etyki szczegółowej; </w:t>
            </w:r>
          </w:p>
        </w:tc>
      </w:tr>
      <w:tr w:rsidR="00C7088C" w:rsidRPr="00B21D2E" w14:paraId="40A04504" w14:textId="77777777" w:rsidTr="00923D7D">
        <w:tc>
          <w:tcPr>
            <w:tcW w:w="851" w:type="dxa"/>
            <w:vAlign w:val="center"/>
          </w:tcPr>
          <w:p w14:paraId="4DCF6047" w14:textId="77777777" w:rsidR="00C7088C" w:rsidRPr="00B21D2E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27AD5B9C" w14:textId="77777777" w:rsidR="00C7088C" w:rsidRPr="00B21D2E" w:rsidRDefault="00C7088C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B21D2E">
              <w:rPr>
                <w:b w:val="0"/>
                <w:bCs/>
                <w:i/>
                <w:szCs w:val="22"/>
              </w:rPr>
              <w:t>przyswojenie przez nich terminologii i pojęć typowych dla dyskursu etycznego (wartość, cnota, sprawiedliwość, słuszność, dobro, zło) oraz zapoznanie ich z współczesnymi kontrowersjami natury etyczno-prawnej;</w:t>
            </w:r>
          </w:p>
        </w:tc>
      </w:tr>
      <w:tr w:rsidR="00C7088C" w:rsidRPr="00B21D2E" w14:paraId="47D336FE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8005" w14:textId="77777777" w:rsidR="00C7088C" w:rsidRPr="00B21D2E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2A49" w14:textId="77777777" w:rsidR="00C7088C" w:rsidRPr="00B21D2E" w:rsidRDefault="00C7088C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i/>
                <w:szCs w:val="22"/>
              </w:rPr>
            </w:pPr>
            <w:r w:rsidRPr="00B21D2E">
              <w:rPr>
                <w:b w:val="0"/>
                <w:bCs/>
                <w:i/>
                <w:szCs w:val="22"/>
              </w:rPr>
              <w:t>zaznajomienie ich z zasadami argumentacji etycznej i rodzajami argumentów wykorzystywanymi w sporach etycznych;</w:t>
            </w:r>
          </w:p>
        </w:tc>
      </w:tr>
      <w:tr w:rsidR="00C7088C" w:rsidRPr="00B21D2E" w14:paraId="73669CC5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8D83" w14:textId="77777777" w:rsidR="00C7088C" w:rsidRPr="00B21D2E" w:rsidRDefault="00C7088C" w:rsidP="00C7088C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88E6" w14:textId="77777777" w:rsidR="00C7088C" w:rsidRPr="00B21D2E" w:rsidRDefault="00C7088C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i/>
                <w:szCs w:val="22"/>
              </w:rPr>
            </w:pPr>
            <w:r w:rsidRPr="00B21D2E">
              <w:rPr>
                <w:b w:val="0"/>
                <w:bCs/>
                <w:i/>
                <w:szCs w:val="22"/>
              </w:rPr>
              <w:t>zwrócenie uwagi na rolę deontologii w praktyce zawodowej zwłaszcza na znaczenie etyki urzędniczej;</w:t>
            </w:r>
          </w:p>
        </w:tc>
      </w:tr>
      <w:tr w:rsidR="00C7088C" w:rsidRPr="00B21D2E" w14:paraId="7665151D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1AC4" w14:textId="77777777" w:rsidR="00C7088C" w:rsidRPr="00B21D2E" w:rsidRDefault="00C7088C" w:rsidP="002E48E9">
            <w:pPr>
              <w:pStyle w:val="Cele"/>
              <w:ind w:left="0" w:firstLine="0"/>
              <w:rPr>
                <w:sz w:val="22"/>
                <w:szCs w:val="22"/>
              </w:rPr>
            </w:pPr>
            <w:r w:rsidRPr="00B21D2E">
              <w:rPr>
                <w:sz w:val="22"/>
                <w:szCs w:val="22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ABF2" w14:textId="77777777" w:rsidR="00C7088C" w:rsidRPr="00B21D2E" w:rsidRDefault="00C7088C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i/>
                <w:szCs w:val="22"/>
              </w:rPr>
            </w:pPr>
            <w:r w:rsidRPr="00B21D2E">
              <w:rPr>
                <w:b w:val="0"/>
                <w:bCs/>
                <w:i/>
                <w:szCs w:val="22"/>
              </w:rPr>
              <w:t>wyeksponowanie aksjologicznego pluralizmu w współczesnych społeczeństwach oraz zagrożeń etycznego relatywizmu.</w:t>
            </w:r>
          </w:p>
        </w:tc>
      </w:tr>
    </w:tbl>
    <w:p w14:paraId="1EE7EE33" w14:textId="77777777" w:rsidR="0085747A" w:rsidRPr="00B21D2E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42A9ED53" w14:textId="77777777" w:rsidR="001D7B54" w:rsidRPr="00B21D2E" w:rsidRDefault="001D7B54" w:rsidP="00B21D2E">
      <w:pPr>
        <w:pStyle w:val="Akapitzlist"/>
        <w:numPr>
          <w:ilvl w:val="1"/>
          <w:numId w:val="7"/>
        </w:numPr>
        <w:spacing w:after="0" w:line="240" w:lineRule="auto"/>
        <w:rPr>
          <w:rFonts w:ascii="Times New Roman" w:hAnsi="Times New Roman"/>
          <w:b/>
        </w:rPr>
      </w:pPr>
      <w:r w:rsidRPr="00B21D2E">
        <w:rPr>
          <w:rFonts w:ascii="Times New Roman" w:hAnsi="Times New Roman"/>
          <w:b/>
        </w:rPr>
        <w:t xml:space="preserve">Efekty </w:t>
      </w:r>
      <w:r w:rsidR="00C05F44" w:rsidRPr="00B21D2E">
        <w:rPr>
          <w:rFonts w:ascii="Times New Roman" w:hAnsi="Times New Roman"/>
          <w:b/>
        </w:rPr>
        <w:t xml:space="preserve">uczenia się </w:t>
      </w:r>
      <w:r w:rsidRPr="00B21D2E">
        <w:rPr>
          <w:rFonts w:ascii="Times New Roman" w:hAnsi="Times New Roman"/>
          <w:b/>
        </w:rPr>
        <w:t>dla przedmiotu</w:t>
      </w:r>
    </w:p>
    <w:p w14:paraId="0C0257FB" w14:textId="77777777" w:rsidR="00B21D2E" w:rsidRDefault="00B21D2E" w:rsidP="00B21D2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B21D2E" w:rsidRPr="004E7531" w14:paraId="447FA6D3" w14:textId="77777777" w:rsidTr="00296160">
        <w:tc>
          <w:tcPr>
            <w:tcW w:w="1680" w:type="dxa"/>
            <w:vAlign w:val="center"/>
          </w:tcPr>
          <w:p w14:paraId="50F5EEF5" w14:textId="77777777" w:rsidR="00B21D2E" w:rsidRPr="004E7531" w:rsidRDefault="00B21D2E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smallCaps w:val="0"/>
                <w:szCs w:val="24"/>
              </w:rPr>
              <w:t>EK</w:t>
            </w:r>
            <w:r w:rsidRPr="004E753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05DCFE61" w14:textId="77777777" w:rsidR="00B21D2E" w:rsidRPr="004E7531" w:rsidRDefault="00B21D2E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178CC2" w14:textId="77777777" w:rsidR="00B21D2E" w:rsidRPr="004E7531" w:rsidRDefault="00B21D2E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4E753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296160" w:rsidRPr="004E7531" w14:paraId="2E0D21B4" w14:textId="77777777" w:rsidTr="00296160">
        <w:tc>
          <w:tcPr>
            <w:tcW w:w="1680" w:type="dxa"/>
            <w:vAlign w:val="center"/>
          </w:tcPr>
          <w:p w14:paraId="702FB6E7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7188BC58" w14:textId="77777777" w:rsidR="00296160" w:rsidRPr="00296160" w:rsidRDefault="00296160" w:rsidP="00296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>Ma  pogłębioną  i  rozszerzoną  wiedzę  o  charakterze  nauk prawnych, ich usytuowaniu oraz znaczeniu w systemie nauk oraz o ich relacjach do innych nauk;</w:t>
            </w:r>
          </w:p>
        </w:tc>
        <w:tc>
          <w:tcPr>
            <w:tcW w:w="1865" w:type="dxa"/>
            <w:vAlign w:val="center"/>
          </w:tcPr>
          <w:p w14:paraId="25AE62B3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K_W0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96160" w:rsidRPr="004E7531" w14:paraId="53CD34EB" w14:textId="77777777" w:rsidTr="00296160">
        <w:tc>
          <w:tcPr>
            <w:tcW w:w="1680" w:type="dxa"/>
            <w:vAlign w:val="center"/>
          </w:tcPr>
          <w:p w14:paraId="48D2C477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58C7ED69" w14:textId="77777777" w:rsidR="00296160" w:rsidRPr="00296160" w:rsidRDefault="00296160" w:rsidP="00296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 xml:space="preserve">Ma  pogłębioną  i  rozszerzoną  wiedzę  na  temat  norm,  reguł i instytucji prawnych zarówno w zakresie dogmatycznych jak  i niedogmatycznych dyscyplin prawa (w szczególności: teorii  i  filozofii  prawa,  doktryn  polityczno-prawnych,  historii państwa  i  prawa,  prawa  rzymskiego)  oraz  dyscyplin pomocniczych.  W  zależności  od  dokonanego  samodzielnie wyboru  ma  pogłębioną  i  rozszerzoną  wiedzę  w  zakresie wybranych gałęzi prawa;  </w:t>
            </w:r>
          </w:p>
        </w:tc>
        <w:tc>
          <w:tcPr>
            <w:tcW w:w="1865" w:type="dxa"/>
            <w:vAlign w:val="center"/>
          </w:tcPr>
          <w:p w14:paraId="08EBA95E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K_W0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96160" w:rsidRPr="004E7531" w14:paraId="69608152" w14:textId="77777777" w:rsidTr="00296160">
        <w:tc>
          <w:tcPr>
            <w:tcW w:w="1680" w:type="dxa"/>
            <w:vAlign w:val="center"/>
          </w:tcPr>
          <w:p w14:paraId="0273F6F0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35D50751" w14:textId="77777777" w:rsidR="00296160" w:rsidRPr="00296160" w:rsidRDefault="00296160" w:rsidP="00296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5" w:type="dxa"/>
            <w:vAlign w:val="center"/>
          </w:tcPr>
          <w:p w14:paraId="488675C2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K_W0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96160" w:rsidRPr="004E7531" w14:paraId="4869C46C" w14:textId="77777777" w:rsidTr="00296160">
        <w:tc>
          <w:tcPr>
            <w:tcW w:w="1680" w:type="dxa"/>
            <w:vAlign w:val="center"/>
          </w:tcPr>
          <w:p w14:paraId="364E0B92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6B1E9F47" w14:textId="77777777" w:rsidR="00296160" w:rsidRPr="00296160" w:rsidRDefault="00296160" w:rsidP="00296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65" w:type="dxa"/>
            <w:vAlign w:val="center"/>
          </w:tcPr>
          <w:p w14:paraId="10D14C53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K_W0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296160" w:rsidRPr="004E7531" w14:paraId="4F995FC1" w14:textId="77777777" w:rsidTr="0029616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4CE3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5849" w14:textId="77777777" w:rsidR="00296160" w:rsidRPr="00296160" w:rsidRDefault="00296160" w:rsidP="00296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>Potrafi  prawidłowo  interpretować  i  wyjaśniać  relacje  pomiędzy systemem prawnym a innymi systemami normatywnymi;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CEB9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K_U0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96160" w:rsidRPr="004E7531" w14:paraId="676E93BD" w14:textId="77777777" w:rsidTr="0029616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5311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98DA" w14:textId="77777777" w:rsidR="00296160" w:rsidRPr="00296160" w:rsidRDefault="00296160" w:rsidP="00296160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60">
              <w:rPr>
                <w:rFonts w:ascii="Times New Roman" w:hAnsi="Times New Roman"/>
                <w:sz w:val="24"/>
                <w:szCs w:val="24"/>
              </w:rPr>
              <w:t>Wykorzystując  posiadaną  wiedzę  teoretyczną  i  umiejętność samodzielnego  proponowania  rozwiązań  posiada  umiejętność sporządzania  podstawowych  dokumentów  oraz  pism procesowych  oraz  w  zależności  od  dokonanego  samodzielnie wyboru  posiada  rozszerzone  umiejętności  w  tym  zakresie  w odniesieniu do wybranych gałęzi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CFB1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</w:tr>
      <w:tr w:rsidR="00296160" w:rsidRPr="004E7531" w14:paraId="1A54A60B" w14:textId="77777777" w:rsidTr="0029616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9CB8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F744" w14:textId="77777777" w:rsidR="00296160" w:rsidRPr="00296160" w:rsidRDefault="00296160" w:rsidP="0029616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96160">
              <w:rPr>
                <w:rFonts w:ascii="Times New Roman" w:hAnsi="Times New Roman" w:cs="Times New Roman"/>
                <w:color w:val="auto"/>
              </w:rPr>
              <w:t xml:space="preserve">Ma świadomość społecznego znaczenia zawodu prawnika;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BCED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</w:tr>
      <w:tr w:rsidR="00296160" w:rsidRPr="004E7531" w14:paraId="0D26DC73" w14:textId="77777777" w:rsidTr="0029616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B496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A800" w14:textId="77777777" w:rsidR="00296160" w:rsidRPr="00296160" w:rsidRDefault="00296160" w:rsidP="0029616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96160">
              <w:rPr>
                <w:rFonts w:ascii="Times New Roman" w:hAnsi="Times New Roman" w:cs="Times New Roman"/>
                <w:color w:val="auto"/>
              </w:rPr>
              <w:t>Rozumie  konieczność  stosowania  etycznych  zasad  w  życiu zawodowym prawnika;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C2BF" w14:textId="77777777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</w:tr>
      <w:tr w:rsidR="00296160" w:rsidRPr="004E7531" w14:paraId="1E3D76E1" w14:textId="77777777" w:rsidTr="0029616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F10F" w14:textId="77777777" w:rsidR="00296160" w:rsidRPr="00296160" w:rsidRDefault="00296160" w:rsidP="00296160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398A8" w14:textId="77777777" w:rsidR="00296160" w:rsidRPr="00296160" w:rsidRDefault="00296160" w:rsidP="0029616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96160">
              <w:rPr>
                <w:rFonts w:ascii="Times New Roman" w:hAnsi="Times New Roman" w:cs="Times New Roman"/>
                <w:color w:val="auto"/>
              </w:rPr>
              <w:t>Szanuje różne poglądy i postawy;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0E17" w14:textId="5F49AB19" w:rsidR="00296160" w:rsidRPr="004E7531" w:rsidRDefault="00296160" w:rsidP="002961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531">
              <w:rPr>
                <w:rFonts w:ascii="Times New Roman" w:hAnsi="Times New Roman"/>
                <w:b/>
                <w:sz w:val="24"/>
                <w:szCs w:val="24"/>
              </w:rPr>
              <w:t>K_K</w:t>
            </w:r>
            <w:r w:rsidR="00673FC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14:paraId="37064625" w14:textId="77777777" w:rsidR="0085747A" w:rsidRPr="00B21D2E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06BDB9F5" w14:textId="77777777" w:rsidR="002D6B3E" w:rsidRPr="00B21D2E" w:rsidRDefault="002D6B3E" w:rsidP="009C54AE">
      <w:pPr>
        <w:pStyle w:val="Punktygwne"/>
        <w:spacing w:before="0" w:after="0"/>
        <w:rPr>
          <w:b w:val="0"/>
          <w:sz w:val="22"/>
        </w:rPr>
      </w:pPr>
    </w:p>
    <w:p w14:paraId="3793AE8B" w14:textId="77777777" w:rsidR="0085747A" w:rsidRPr="00B21D2E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B21D2E">
        <w:rPr>
          <w:rFonts w:ascii="Times New Roman" w:hAnsi="Times New Roman"/>
          <w:b/>
        </w:rPr>
        <w:t>3.3</w:t>
      </w:r>
      <w:r w:rsidR="0085747A" w:rsidRPr="00B21D2E">
        <w:rPr>
          <w:rFonts w:ascii="Times New Roman" w:hAnsi="Times New Roman"/>
          <w:b/>
        </w:rPr>
        <w:t>T</w:t>
      </w:r>
      <w:r w:rsidR="001D7B54" w:rsidRPr="00B21D2E">
        <w:rPr>
          <w:rFonts w:ascii="Times New Roman" w:hAnsi="Times New Roman"/>
          <w:b/>
        </w:rPr>
        <w:t xml:space="preserve">reści programowe </w:t>
      </w:r>
    </w:p>
    <w:p w14:paraId="379BC95D" w14:textId="48CA2E4E" w:rsidR="0085747A" w:rsidRPr="00B21D2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B21D2E">
        <w:rPr>
          <w:rFonts w:ascii="Times New Roman" w:hAnsi="Times New Roman"/>
        </w:rPr>
        <w:t xml:space="preserve">Problematyka </w:t>
      </w:r>
      <w:r w:rsidR="001F7FA7">
        <w:rPr>
          <w:rFonts w:ascii="Times New Roman" w:hAnsi="Times New Roman"/>
        </w:rPr>
        <w:t>konwersatorium</w:t>
      </w:r>
    </w:p>
    <w:p w14:paraId="6E88B778" w14:textId="77777777" w:rsidR="00394B6D" w:rsidRPr="00B21D2E" w:rsidRDefault="00394B6D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1D2E" w14:paraId="4E2D185C" w14:textId="77777777" w:rsidTr="00B30515">
        <w:tc>
          <w:tcPr>
            <w:tcW w:w="9520" w:type="dxa"/>
          </w:tcPr>
          <w:p w14:paraId="0DF369C3" w14:textId="77777777" w:rsidR="0085747A" w:rsidRPr="00B21D2E" w:rsidRDefault="0085747A" w:rsidP="00B21D2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</w:rPr>
            </w:pPr>
            <w:r w:rsidRPr="00B21D2E">
              <w:rPr>
                <w:rFonts w:ascii="Times New Roman" w:hAnsi="Times New Roman"/>
                <w:b/>
              </w:rPr>
              <w:t>Treści merytoryczne</w:t>
            </w:r>
          </w:p>
        </w:tc>
      </w:tr>
      <w:tr w:rsidR="0085747A" w:rsidRPr="00B21D2E" w14:paraId="7B49D431" w14:textId="77777777" w:rsidTr="00B30515">
        <w:tc>
          <w:tcPr>
            <w:tcW w:w="9520" w:type="dxa"/>
          </w:tcPr>
          <w:p w14:paraId="330C55F1" w14:textId="77777777" w:rsidR="0085747A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Etyka jako dyscyplina naukowa. Typologia etyki (etyka normatywna etyka opisowa, metaetyka)</w:t>
            </w:r>
          </w:p>
        </w:tc>
      </w:tr>
      <w:tr w:rsidR="0085747A" w:rsidRPr="00B21D2E" w14:paraId="6EC61DA9" w14:textId="77777777" w:rsidTr="00B30515">
        <w:tc>
          <w:tcPr>
            <w:tcW w:w="9520" w:type="dxa"/>
          </w:tcPr>
          <w:p w14:paraId="5A5E4D3E" w14:textId="77777777" w:rsidR="0085747A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Pojęcie i rodzaje moralności</w:t>
            </w:r>
          </w:p>
        </w:tc>
      </w:tr>
      <w:tr w:rsidR="00BA4567" w:rsidRPr="00B21D2E" w14:paraId="4BED25AF" w14:textId="77777777" w:rsidTr="00B30515">
        <w:tc>
          <w:tcPr>
            <w:tcW w:w="9520" w:type="dxa"/>
          </w:tcPr>
          <w:p w14:paraId="416CC9F1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Wartość:</w:t>
            </w:r>
          </w:p>
          <w:p w14:paraId="058BEB9C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  pojęcie;</w:t>
            </w:r>
          </w:p>
          <w:p w14:paraId="63DA76F8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 aksjologiczny obiektywizm, subiektywizm</w:t>
            </w:r>
            <w:r w:rsidR="00296160">
              <w:rPr>
                <w:rFonts w:ascii="Times New Roman" w:hAnsi="Times New Roman"/>
              </w:rPr>
              <w:t xml:space="preserve"> </w:t>
            </w:r>
            <w:r w:rsidRPr="00B21D2E">
              <w:rPr>
                <w:rFonts w:ascii="Times New Roman" w:hAnsi="Times New Roman"/>
              </w:rPr>
              <w:t>nihilizm;</w:t>
            </w:r>
          </w:p>
          <w:p w14:paraId="4F12E3E1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 xml:space="preserve">-  aksjologiczny </w:t>
            </w:r>
            <w:proofErr w:type="spellStart"/>
            <w:r w:rsidRPr="00B21D2E">
              <w:rPr>
                <w:rFonts w:ascii="Times New Roman" w:hAnsi="Times New Roman"/>
              </w:rPr>
              <w:t>kognitywizm</w:t>
            </w:r>
            <w:proofErr w:type="spellEnd"/>
            <w:r w:rsidRPr="00B21D2E">
              <w:rPr>
                <w:rFonts w:ascii="Times New Roman" w:hAnsi="Times New Roman"/>
              </w:rPr>
              <w:t xml:space="preserve"> i </w:t>
            </w:r>
            <w:proofErr w:type="spellStart"/>
            <w:r w:rsidRPr="00B21D2E">
              <w:rPr>
                <w:rFonts w:ascii="Times New Roman" w:hAnsi="Times New Roman"/>
              </w:rPr>
              <w:t>nonkognitywizm</w:t>
            </w:r>
            <w:proofErr w:type="spellEnd"/>
            <w:r w:rsidRPr="00B21D2E">
              <w:rPr>
                <w:rFonts w:ascii="Times New Roman" w:hAnsi="Times New Roman"/>
              </w:rPr>
              <w:t>;</w:t>
            </w:r>
          </w:p>
          <w:p w14:paraId="22BD1C23" w14:textId="77777777" w:rsidR="00BA4567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 relatywizm moralny, kulturowy i sytuacyjny</w:t>
            </w:r>
          </w:p>
        </w:tc>
      </w:tr>
      <w:tr w:rsidR="00BA4567" w:rsidRPr="00B21D2E" w14:paraId="115BCB6A" w14:textId="77777777" w:rsidTr="00B30515">
        <w:tc>
          <w:tcPr>
            <w:tcW w:w="9520" w:type="dxa"/>
          </w:tcPr>
          <w:p w14:paraId="63CB828A" w14:textId="77777777" w:rsidR="00BA4567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Ogólna charakterystyka argumentacji etycznej</w:t>
            </w:r>
          </w:p>
        </w:tc>
      </w:tr>
      <w:tr w:rsidR="00BA4567" w:rsidRPr="00B21D2E" w14:paraId="1183CC9B" w14:textId="77777777" w:rsidTr="00B30515">
        <w:tc>
          <w:tcPr>
            <w:tcW w:w="9520" w:type="dxa"/>
          </w:tcPr>
          <w:p w14:paraId="09976ED6" w14:textId="77777777" w:rsidR="00BA4567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Typologia argumentów wykorzystywanych w dyskursie etycznym</w:t>
            </w:r>
          </w:p>
        </w:tc>
      </w:tr>
      <w:tr w:rsidR="00BA4567" w:rsidRPr="00B21D2E" w14:paraId="0E12DA7B" w14:textId="77777777" w:rsidTr="00B30515">
        <w:tc>
          <w:tcPr>
            <w:tcW w:w="9520" w:type="dxa"/>
          </w:tcPr>
          <w:p w14:paraId="084D0704" w14:textId="77777777" w:rsidR="00BA4567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Sprawiedliwość, słuszność, miłosierdzie</w:t>
            </w:r>
          </w:p>
        </w:tc>
      </w:tr>
      <w:tr w:rsidR="00BA4567" w:rsidRPr="00B21D2E" w14:paraId="5F334D50" w14:textId="77777777" w:rsidTr="00B30515">
        <w:tc>
          <w:tcPr>
            <w:tcW w:w="9520" w:type="dxa"/>
          </w:tcPr>
          <w:p w14:paraId="045452BD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Moralność a prawo:</w:t>
            </w:r>
          </w:p>
          <w:p w14:paraId="31F6DD06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kryteria dystynkcji;</w:t>
            </w:r>
          </w:p>
          <w:p w14:paraId="668A0A24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relacje pojęciowe, walidacyjne, treściowe i funkcjonalne;</w:t>
            </w:r>
          </w:p>
          <w:p w14:paraId="58B3F48C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moralizm prawa;</w:t>
            </w:r>
          </w:p>
          <w:p w14:paraId="0AB9872A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paternalizm prawa;</w:t>
            </w:r>
          </w:p>
          <w:p w14:paraId="0A8303BE" w14:textId="77777777" w:rsidR="00BA4567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 obywatelskie nieposłuszeństwo</w:t>
            </w:r>
          </w:p>
        </w:tc>
      </w:tr>
      <w:tr w:rsidR="00394B6D" w:rsidRPr="00B21D2E" w14:paraId="23FEB3D6" w14:textId="77777777" w:rsidTr="00B30515">
        <w:tc>
          <w:tcPr>
            <w:tcW w:w="9520" w:type="dxa"/>
          </w:tcPr>
          <w:p w14:paraId="4E29E63B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Wybrane zagadnienia etyki szczegółowej (do wyboru):</w:t>
            </w:r>
          </w:p>
          <w:p w14:paraId="38723C0D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kara śmierci,</w:t>
            </w:r>
          </w:p>
          <w:p w14:paraId="117697AA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eutanazja,</w:t>
            </w:r>
          </w:p>
          <w:p w14:paraId="0DA51F8A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aborcja,</w:t>
            </w:r>
          </w:p>
          <w:p w14:paraId="12B7AF40" w14:textId="77777777" w:rsidR="00002EDB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związki partnerskie i małżeństwa homoseksualne</w:t>
            </w:r>
          </w:p>
          <w:p w14:paraId="2BCAF3FB" w14:textId="77777777" w:rsidR="00394B6D" w:rsidRPr="00B21D2E" w:rsidRDefault="00002EDB" w:rsidP="00B21D2E">
            <w:pPr>
              <w:spacing w:after="0"/>
              <w:contextualSpacing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- zapłodnienie pozaustrojowe</w:t>
            </w:r>
          </w:p>
        </w:tc>
      </w:tr>
    </w:tbl>
    <w:p w14:paraId="35030638" w14:textId="77777777" w:rsidR="0085747A" w:rsidRPr="00B21D2E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29585BF8" w14:textId="77777777" w:rsidR="00154950" w:rsidRPr="00B21D2E" w:rsidRDefault="00154950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3DCD1003" w14:textId="77777777" w:rsidR="0085747A" w:rsidRPr="00B21D2E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B21D2E">
        <w:rPr>
          <w:smallCaps w:val="0"/>
          <w:sz w:val="22"/>
        </w:rPr>
        <w:t>3.4 Metody dydaktyczne</w:t>
      </w:r>
    </w:p>
    <w:p w14:paraId="7EEC1189" w14:textId="77777777" w:rsidR="002E7BA4" w:rsidRPr="00B21D2E" w:rsidRDefault="00B67FDD" w:rsidP="00B67FDD">
      <w:pPr>
        <w:pStyle w:val="Punktygwne"/>
        <w:jc w:val="both"/>
        <w:rPr>
          <w:b w:val="0"/>
          <w:smallCaps w:val="0"/>
          <w:sz w:val="22"/>
        </w:rPr>
      </w:pPr>
      <w:r w:rsidRPr="00B21D2E">
        <w:rPr>
          <w:b w:val="0"/>
          <w:smallCaps w:val="0"/>
          <w:sz w:val="22"/>
        </w:rPr>
        <w:t>W</w:t>
      </w:r>
      <w:r w:rsidR="002E7BA4" w:rsidRPr="00B21D2E">
        <w:rPr>
          <w:b w:val="0"/>
          <w:smallCaps w:val="0"/>
          <w:sz w:val="22"/>
        </w:rPr>
        <w:t>ykład problemowy</w:t>
      </w:r>
      <w:r w:rsidR="00B21D2E">
        <w:rPr>
          <w:b w:val="0"/>
          <w:smallCaps w:val="0"/>
          <w:sz w:val="22"/>
        </w:rPr>
        <w:t xml:space="preserve"> </w:t>
      </w:r>
      <w:r w:rsidR="002E7BA4" w:rsidRPr="00B21D2E">
        <w:rPr>
          <w:b w:val="0"/>
          <w:smallCaps w:val="0"/>
          <w:sz w:val="22"/>
        </w:rPr>
        <w:t>z prezentacją multimedialną,</w:t>
      </w:r>
      <w:r w:rsidR="00B21D2E">
        <w:rPr>
          <w:b w:val="0"/>
          <w:smallCaps w:val="0"/>
          <w:sz w:val="22"/>
        </w:rPr>
        <w:t xml:space="preserve"> </w:t>
      </w:r>
      <w:r w:rsidR="002E7BA4" w:rsidRPr="00B21D2E">
        <w:rPr>
          <w:b w:val="0"/>
          <w:smallCaps w:val="0"/>
          <w:sz w:val="22"/>
        </w:rPr>
        <w:t>wykład z elementami konwersatorium</w:t>
      </w:r>
      <w:r w:rsidR="007C1E8F" w:rsidRPr="00B21D2E">
        <w:rPr>
          <w:b w:val="0"/>
          <w:smallCaps w:val="0"/>
          <w:sz w:val="22"/>
        </w:rPr>
        <w:t xml:space="preserve">. </w:t>
      </w:r>
      <w:r w:rsidRPr="00B21D2E">
        <w:rPr>
          <w:b w:val="0"/>
          <w:iCs/>
          <w:smallCaps w:val="0"/>
          <w:sz w:val="22"/>
        </w:rPr>
        <w:t>Metoda aktywizująca, skłaniająca studentów do samodzielnej prez</w:t>
      </w:r>
      <w:r w:rsidR="007C1E8F" w:rsidRPr="00B21D2E">
        <w:rPr>
          <w:b w:val="0"/>
          <w:iCs/>
          <w:smallCaps w:val="0"/>
          <w:sz w:val="22"/>
        </w:rPr>
        <w:t>entacji zagadnień teoretycznych</w:t>
      </w:r>
      <w:r w:rsidRPr="00B21D2E">
        <w:rPr>
          <w:b w:val="0"/>
          <w:iCs/>
          <w:smallCaps w:val="0"/>
          <w:sz w:val="22"/>
        </w:rPr>
        <w:t xml:space="preserve"> oraz samodzielnego  wyciągania wniosków i oceny stanu prawnego. Prowokowanie do rozmów oraz dyskusji, w trakcie których uczestnicy zajęć wyrażają opinie poparte posiadaną wiedzą.</w:t>
      </w:r>
    </w:p>
    <w:p w14:paraId="4169BBCA" w14:textId="77777777" w:rsidR="00E960BB" w:rsidRPr="00B21D2E" w:rsidRDefault="00E960BB" w:rsidP="005457AA">
      <w:pPr>
        <w:pStyle w:val="Punktygwne"/>
        <w:tabs>
          <w:tab w:val="left" w:pos="284"/>
        </w:tabs>
        <w:spacing w:before="0" w:after="0"/>
        <w:jc w:val="both"/>
        <w:rPr>
          <w:smallCaps w:val="0"/>
          <w:sz w:val="22"/>
        </w:rPr>
      </w:pPr>
    </w:p>
    <w:p w14:paraId="10561A83" w14:textId="77777777" w:rsidR="00E960BB" w:rsidRPr="00B21D2E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5243DD2B" w14:textId="77777777" w:rsidR="0085747A" w:rsidRPr="00B21D2E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B21D2E">
        <w:rPr>
          <w:smallCaps w:val="0"/>
          <w:sz w:val="22"/>
        </w:rPr>
        <w:t xml:space="preserve">4. </w:t>
      </w:r>
      <w:r w:rsidR="0085747A" w:rsidRPr="00B21D2E">
        <w:rPr>
          <w:smallCaps w:val="0"/>
          <w:sz w:val="22"/>
        </w:rPr>
        <w:t>METODY I KRYTERIA OCENY</w:t>
      </w:r>
    </w:p>
    <w:p w14:paraId="1088A2B3" w14:textId="77777777" w:rsidR="00923D7D" w:rsidRPr="00B21D2E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64D66BF7" w14:textId="77777777" w:rsidR="0085747A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B21D2E">
        <w:rPr>
          <w:smallCaps w:val="0"/>
          <w:sz w:val="22"/>
        </w:rPr>
        <w:t xml:space="preserve">4.1 Sposoby weryfikacji efektów </w:t>
      </w:r>
      <w:r w:rsidR="00C05F44" w:rsidRPr="00B21D2E">
        <w:rPr>
          <w:smallCaps w:val="0"/>
          <w:sz w:val="22"/>
        </w:rPr>
        <w:t>uczenia się</w:t>
      </w:r>
    </w:p>
    <w:p w14:paraId="10F8D2C0" w14:textId="77777777" w:rsidR="00B21D2E" w:rsidRDefault="00B21D2E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34B9D86E" w14:textId="77777777" w:rsidR="00B21D2E" w:rsidRDefault="00B21D2E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B21D2E" w:rsidRPr="00023753" w14:paraId="75A8A49E" w14:textId="77777777" w:rsidTr="0029616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D524" w14:textId="77777777" w:rsidR="00B21D2E" w:rsidRPr="00023753" w:rsidRDefault="00B21D2E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DB679" w14:textId="77777777" w:rsidR="00B21D2E" w:rsidRPr="00023753" w:rsidRDefault="00B21D2E" w:rsidP="001E2354">
            <w:pPr>
              <w:pStyle w:val="Punktygwne"/>
              <w:spacing w:before="0" w:after="0"/>
              <w:jc w:val="center"/>
              <w:rPr>
                <w:b w:val="0"/>
                <w:color w:val="000000"/>
                <w:szCs w:val="24"/>
              </w:rPr>
            </w:pPr>
            <w:r w:rsidRPr="00023753">
              <w:rPr>
                <w:b w:val="0"/>
                <w:color w:val="000000"/>
                <w:szCs w:val="24"/>
              </w:rPr>
              <w:t xml:space="preserve">Metody oceny efektów uczenia </w:t>
            </w:r>
            <w:r w:rsidR="00296160">
              <w:rPr>
                <w:b w:val="0"/>
                <w:color w:val="000000"/>
                <w:szCs w:val="24"/>
              </w:rPr>
              <w:t xml:space="preserve">się </w:t>
            </w:r>
          </w:p>
          <w:p w14:paraId="447E051E" w14:textId="77777777" w:rsidR="00B21D2E" w:rsidRPr="00023753" w:rsidRDefault="00B21D2E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1C7A" w14:textId="77777777" w:rsidR="00B21D2E" w:rsidRPr="00023753" w:rsidRDefault="00B21D2E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 xml:space="preserve">Forma zajęć dydaktycznych </w:t>
            </w:r>
          </w:p>
          <w:p w14:paraId="0D2C403A" w14:textId="77777777" w:rsidR="00B21D2E" w:rsidRPr="00023753" w:rsidRDefault="00B21D2E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 xml:space="preserve">(w, </w:t>
            </w:r>
            <w:proofErr w:type="spellStart"/>
            <w:r w:rsidRPr="00023753">
              <w:rPr>
                <w:b w:val="0"/>
                <w:szCs w:val="24"/>
              </w:rPr>
              <w:t>ćw</w:t>
            </w:r>
            <w:proofErr w:type="spellEnd"/>
            <w:r w:rsidRPr="00023753">
              <w:rPr>
                <w:b w:val="0"/>
                <w:szCs w:val="24"/>
              </w:rPr>
              <w:t>, …)</w:t>
            </w:r>
          </w:p>
        </w:tc>
      </w:tr>
      <w:tr w:rsidR="00B21D2E" w:rsidRPr="00023753" w14:paraId="759E3A40" w14:textId="77777777" w:rsidTr="00296160">
        <w:trPr>
          <w:trHeight w:val="397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4066" w14:textId="77777777" w:rsidR="00B21D2E" w:rsidRPr="00023753" w:rsidRDefault="00296160" w:rsidP="001E2354">
            <w:pPr>
              <w:pStyle w:val="Punktygwne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EK_01- EK_09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384C3" w14:textId="77777777" w:rsidR="00B21D2E" w:rsidRPr="00296160" w:rsidRDefault="00B21D2E" w:rsidP="001E2354">
            <w:pPr>
              <w:pStyle w:val="Punktygwne"/>
              <w:spacing w:before="0" w:after="0"/>
              <w:jc w:val="center"/>
              <w:rPr>
                <w:b w:val="0"/>
                <w:color w:val="000000"/>
                <w:szCs w:val="24"/>
              </w:rPr>
            </w:pPr>
            <w:r w:rsidRPr="00296160">
              <w:rPr>
                <w:b w:val="0"/>
                <w:color w:val="000000"/>
                <w:szCs w:val="24"/>
              </w:rPr>
              <w:t>KOLOKWIUM</w:t>
            </w:r>
            <w:r w:rsidR="00296160" w:rsidRPr="00296160">
              <w:rPr>
                <w:b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0269" w14:textId="677F61ED" w:rsidR="00B21D2E" w:rsidRPr="00296160" w:rsidRDefault="009D315C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>
              <w:rPr>
                <w:b w:val="0"/>
                <w:szCs w:val="24"/>
              </w:rPr>
              <w:t>konw</w:t>
            </w:r>
            <w:proofErr w:type="spellEnd"/>
            <w:r>
              <w:rPr>
                <w:b w:val="0"/>
                <w:szCs w:val="24"/>
              </w:rPr>
              <w:t>.</w:t>
            </w:r>
          </w:p>
        </w:tc>
      </w:tr>
    </w:tbl>
    <w:p w14:paraId="522DADB9" w14:textId="77777777" w:rsidR="00B21D2E" w:rsidRPr="00B21D2E" w:rsidRDefault="00B21D2E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3D6E7171" w14:textId="77777777" w:rsidR="0085747A" w:rsidRPr="00B21D2E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5102D0B8" w14:textId="77777777" w:rsidR="00923D7D" w:rsidRPr="00B21D2E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740E066C" w14:textId="41245C74" w:rsidR="0085747A" w:rsidRPr="00B21D2E" w:rsidRDefault="00F14E72" w:rsidP="009C54AE">
      <w:pPr>
        <w:pStyle w:val="Punktygwne"/>
        <w:spacing w:before="0" w:after="0"/>
        <w:ind w:left="426"/>
        <w:rPr>
          <w:smallCaps w:val="0"/>
          <w:sz w:val="22"/>
        </w:rPr>
      </w:pPr>
      <w:r>
        <w:rPr>
          <w:smallCaps w:val="0"/>
          <w:sz w:val="22"/>
        </w:rPr>
        <w:br w:type="column"/>
      </w:r>
      <w:r w:rsidR="003E1941" w:rsidRPr="00B21D2E">
        <w:rPr>
          <w:smallCaps w:val="0"/>
          <w:sz w:val="22"/>
        </w:rPr>
        <w:lastRenderedPageBreak/>
        <w:t xml:space="preserve">4.2 </w:t>
      </w:r>
      <w:r w:rsidR="0085747A" w:rsidRPr="00B21D2E">
        <w:rPr>
          <w:smallCaps w:val="0"/>
          <w:sz w:val="22"/>
        </w:rPr>
        <w:t>Warunki zaliczenia przedmiotu (kryteria oceniania)</w:t>
      </w:r>
    </w:p>
    <w:p w14:paraId="5919466F" w14:textId="77777777" w:rsidR="00923D7D" w:rsidRPr="00B21D2E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1D2E" w14:paraId="19F3796B" w14:textId="77777777" w:rsidTr="00923D7D">
        <w:tc>
          <w:tcPr>
            <w:tcW w:w="9670" w:type="dxa"/>
          </w:tcPr>
          <w:p w14:paraId="39AFEB10" w14:textId="77777777" w:rsidR="0085747A" w:rsidRPr="00B21D2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2CD99D61" w14:textId="77777777" w:rsidR="009A3770" w:rsidRPr="00296160" w:rsidRDefault="009A3770" w:rsidP="009A3770">
            <w:pPr>
              <w:spacing w:after="120" w:line="240" w:lineRule="auto"/>
              <w:jc w:val="both"/>
              <w:rPr>
                <w:rFonts w:ascii="Times New Roman" w:hAnsi="Times New Roman"/>
                <w:smallCaps/>
              </w:rPr>
            </w:pPr>
            <w:r w:rsidRPr="00296160">
              <w:rPr>
                <w:rFonts w:ascii="Times New Roman" w:hAnsi="Times New Roman"/>
                <w:smallCaps/>
              </w:rPr>
              <w:t xml:space="preserve">Pisemna praca zaliczeniowa na jeden z indywidualnie wybieranych przez studentów tematów z uprzednio podanej im do wiadomości listy zagadnień. Objętość pracy: nie mniej niż 10 stron formatu A4; czcionka Times New Roman 12; odstęp między wierszami 1,5; wymagane przypisy i bibliografia. </w:t>
            </w:r>
          </w:p>
          <w:p w14:paraId="3377608A" w14:textId="77777777" w:rsidR="009A3770" w:rsidRPr="00296160" w:rsidRDefault="009A3770" w:rsidP="009A3770">
            <w:pPr>
              <w:spacing w:after="120" w:line="240" w:lineRule="auto"/>
              <w:jc w:val="both"/>
              <w:rPr>
                <w:rFonts w:ascii="Times New Roman" w:hAnsi="Times New Roman"/>
                <w:i/>
                <w:smallCaps/>
              </w:rPr>
            </w:pPr>
            <w:r w:rsidRPr="00296160">
              <w:rPr>
                <w:rFonts w:ascii="Times New Roman" w:hAnsi="Times New Roman"/>
                <w:smallCaps/>
              </w:rPr>
              <w:t>Kryteria oceny: dobór tez wraz z argumentacją, kompletność odpowiedzi, fachowa terminologia, wykorzystanie bibliografii.</w:t>
            </w:r>
          </w:p>
          <w:p w14:paraId="05BF60DC" w14:textId="77777777" w:rsidR="0085747A" w:rsidRPr="00B21D2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14:paraId="2C85B8C4" w14:textId="77777777" w:rsidR="0085747A" w:rsidRPr="00B21D2E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10E0834" w14:textId="77777777" w:rsidR="009F4610" w:rsidRPr="00B21D2E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B21D2E">
        <w:rPr>
          <w:rFonts w:ascii="Times New Roman" w:hAnsi="Times New Roman"/>
          <w:b/>
        </w:rPr>
        <w:t xml:space="preserve">5. </w:t>
      </w:r>
      <w:r w:rsidR="00C61DC5" w:rsidRPr="00B21D2E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325D73EE" w14:textId="77777777" w:rsidR="0085747A" w:rsidRPr="00B21D2E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B21D2E" w14:paraId="66686023" w14:textId="77777777" w:rsidTr="003E1941">
        <w:tc>
          <w:tcPr>
            <w:tcW w:w="4962" w:type="dxa"/>
            <w:vAlign w:val="center"/>
          </w:tcPr>
          <w:p w14:paraId="46353E6A" w14:textId="77777777" w:rsidR="0085747A" w:rsidRPr="00B21D2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21D2E">
              <w:rPr>
                <w:rFonts w:ascii="Times New Roman" w:hAnsi="Times New Roman"/>
                <w:b/>
              </w:rPr>
              <w:t>Forma a</w:t>
            </w:r>
            <w:r w:rsidR="0085747A" w:rsidRPr="00B21D2E">
              <w:rPr>
                <w:rFonts w:ascii="Times New Roman" w:hAnsi="Times New Roman"/>
                <w:b/>
              </w:rPr>
              <w:t>ktywnoś</w:t>
            </w:r>
            <w:r w:rsidRPr="00B21D2E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03A830E4" w14:textId="77777777" w:rsidR="0085747A" w:rsidRPr="00B21D2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21D2E">
              <w:rPr>
                <w:rFonts w:ascii="Times New Roman" w:hAnsi="Times New Roman"/>
                <w:b/>
              </w:rPr>
              <w:t>Średnia l</w:t>
            </w:r>
            <w:r w:rsidR="0085747A" w:rsidRPr="00B21D2E">
              <w:rPr>
                <w:rFonts w:ascii="Times New Roman" w:hAnsi="Times New Roman"/>
                <w:b/>
              </w:rPr>
              <w:t>iczba godzin</w:t>
            </w:r>
            <w:r w:rsidRPr="00B21D2E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B21D2E" w14:paraId="1D45D833" w14:textId="77777777" w:rsidTr="00923D7D">
        <w:tc>
          <w:tcPr>
            <w:tcW w:w="4962" w:type="dxa"/>
          </w:tcPr>
          <w:p w14:paraId="4D3CF93A" w14:textId="77777777" w:rsidR="0085747A" w:rsidRPr="00B21D2E" w:rsidRDefault="00C61DC5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G</w:t>
            </w:r>
            <w:r w:rsidR="0085747A" w:rsidRPr="00B21D2E">
              <w:rPr>
                <w:rFonts w:ascii="Times New Roman" w:hAnsi="Times New Roman"/>
              </w:rPr>
              <w:t xml:space="preserve">odziny </w:t>
            </w:r>
            <w:r w:rsidRPr="00B21D2E">
              <w:rPr>
                <w:rFonts w:ascii="Times New Roman" w:hAnsi="Times New Roman"/>
              </w:rPr>
              <w:t>kontaktowe</w:t>
            </w:r>
            <w:r w:rsidR="0085747A" w:rsidRPr="00B21D2E">
              <w:rPr>
                <w:rFonts w:ascii="Times New Roman" w:hAnsi="Times New Roman"/>
              </w:rPr>
              <w:t xml:space="preserve"> w</w:t>
            </w:r>
            <w:r w:rsidRPr="00B21D2E">
              <w:rPr>
                <w:rFonts w:ascii="Times New Roman" w:hAnsi="Times New Roman"/>
              </w:rPr>
              <w:t>ynikające</w:t>
            </w:r>
            <w:r w:rsidR="0085747A" w:rsidRPr="00B21D2E">
              <w:rPr>
                <w:rFonts w:ascii="Times New Roman" w:hAnsi="Times New Roman"/>
              </w:rPr>
              <w:t xml:space="preserve"> </w:t>
            </w:r>
            <w:r w:rsidR="00B21D2E">
              <w:rPr>
                <w:rFonts w:ascii="Times New Roman" w:hAnsi="Times New Roman"/>
              </w:rPr>
              <w:t>z harmonogramu studiów</w:t>
            </w:r>
          </w:p>
        </w:tc>
        <w:tc>
          <w:tcPr>
            <w:tcW w:w="4677" w:type="dxa"/>
          </w:tcPr>
          <w:p w14:paraId="37321018" w14:textId="178D5BB0" w:rsidR="005457AA" w:rsidRPr="00B21D2E" w:rsidRDefault="00C31328" w:rsidP="00B21D2E">
            <w:pPr>
              <w:pStyle w:val="Akapitzlist"/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5457AA" w:rsidRPr="00B21D2E">
              <w:rPr>
                <w:rFonts w:ascii="Times New Roman" w:hAnsi="Times New Roman"/>
              </w:rPr>
              <w:t xml:space="preserve"> godz.</w:t>
            </w:r>
          </w:p>
          <w:p w14:paraId="16A04363" w14:textId="77777777" w:rsidR="0085747A" w:rsidRPr="00B21D2E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61DC5" w:rsidRPr="00B21D2E" w14:paraId="2931775D" w14:textId="77777777" w:rsidTr="00923D7D">
        <w:tc>
          <w:tcPr>
            <w:tcW w:w="4962" w:type="dxa"/>
          </w:tcPr>
          <w:p w14:paraId="1B83EEF3" w14:textId="77777777" w:rsidR="00C61DC5" w:rsidRPr="00B21D2E" w:rsidRDefault="00C61DC5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Inne z udziałem nauczyciela</w:t>
            </w:r>
          </w:p>
          <w:p w14:paraId="2F72B2A0" w14:textId="77777777" w:rsidR="00C61DC5" w:rsidRPr="00B21D2E" w:rsidRDefault="00C61DC5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14:paraId="5E3B6F80" w14:textId="77777777" w:rsidR="00C61DC5" w:rsidRPr="00B21D2E" w:rsidRDefault="009A377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 xml:space="preserve">5 </w:t>
            </w:r>
            <w:r w:rsidR="005457AA" w:rsidRPr="00B21D2E">
              <w:rPr>
                <w:rFonts w:ascii="Times New Roman" w:hAnsi="Times New Roman"/>
              </w:rPr>
              <w:t xml:space="preserve"> godz.</w:t>
            </w:r>
          </w:p>
        </w:tc>
      </w:tr>
      <w:tr w:rsidR="00C61DC5" w:rsidRPr="00B21D2E" w14:paraId="0ABA85BC" w14:textId="77777777" w:rsidTr="00923D7D">
        <w:tc>
          <w:tcPr>
            <w:tcW w:w="4962" w:type="dxa"/>
          </w:tcPr>
          <w:p w14:paraId="69BCF9E8" w14:textId="77777777" w:rsidR="0071620A" w:rsidRPr="00B21D2E" w:rsidRDefault="00C61DC5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Godziny niekontaktowe – praca własna studenta</w:t>
            </w:r>
          </w:p>
          <w:p w14:paraId="11CC324B" w14:textId="77777777" w:rsidR="00C61DC5" w:rsidRPr="00B21D2E" w:rsidRDefault="00C61DC5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B22822" w14:textId="274FDA68" w:rsidR="00C61DC5" w:rsidRPr="00B21D2E" w:rsidRDefault="009A3770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 xml:space="preserve">Czas na napisanie pracy – </w:t>
            </w:r>
            <w:r w:rsidR="009D315C">
              <w:rPr>
                <w:rFonts w:ascii="Times New Roman" w:hAnsi="Times New Roman"/>
              </w:rPr>
              <w:t>70</w:t>
            </w:r>
            <w:r w:rsidRPr="00B21D2E">
              <w:rPr>
                <w:rFonts w:ascii="Times New Roman" w:hAnsi="Times New Roman"/>
              </w:rPr>
              <w:t xml:space="preserve"> godz.</w:t>
            </w:r>
          </w:p>
        </w:tc>
      </w:tr>
      <w:tr w:rsidR="0085747A" w:rsidRPr="00B21D2E" w14:paraId="399325C9" w14:textId="77777777" w:rsidTr="00923D7D">
        <w:tc>
          <w:tcPr>
            <w:tcW w:w="4962" w:type="dxa"/>
          </w:tcPr>
          <w:p w14:paraId="30A9278F" w14:textId="77777777" w:rsidR="0085747A" w:rsidRPr="00B21D2E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1D2E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645F5D82" w14:textId="29B75C37" w:rsidR="0085747A" w:rsidRPr="00B21D2E" w:rsidRDefault="009D315C" w:rsidP="00C3132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85747A" w:rsidRPr="00B21D2E" w14:paraId="4D415ED1" w14:textId="77777777" w:rsidTr="00923D7D">
        <w:tc>
          <w:tcPr>
            <w:tcW w:w="4962" w:type="dxa"/>
          </w:tcPr>
          <w:p w14:paraId="5D1D5687" w14:textId="77777777" w:rsidR="0085747A" w:rsidRPr="00B21D2E" w:rsidRDefault="0085747A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21D2E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98D4FF6" w14:textId="77777777" w:rsidR="0085747A" w:rsidRPr="00B21D2E" w:rsidRDefault="00C31328" w:rsidP="00B21D2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5FDF5895" w14:textId="77777777" w:rsidR="0085747A" w:rsidRPr="00B21D2E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B21D2E">
        <w:rPr>
          <w:b w:val="0"/>
          <w:i/>
          <w:smallCaps w:val="0"/>
          <w:sz w:val="22"/>
        </w:rPr>
        <w:t xml:space="preserve">* </w:t>
      </w:r>
      <w:r w:rsidR="00C61DC5" w:rsidRPr="00B21D2E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1656321C" w14:textId="77777777" w:rsidR="003E1941" w:rsidRPr="00B21D2E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03CD17D2" w14:textId="77777777" w:rsidR="0085747A" w:rsidRPr="00B21D2E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B21D2E">
        <w:rPr>
          <w:smallCaps w:val="0"/>
          <w:sz w:val="22"/>
        </w:rPr>
        <w:t xml:space="preserve">6. </w:t>
      </w:r>
      <w:r w:rsidR="0085747A" w:rsidRPr="00B21D2E">
        <w:rPr>
          <w:smallCaps w:val="0"/>
          <w:sz w:val="22"/>
        </w:rPr>
        <w:t>PRAKTYKI ZAWODOWE W RAMACH PRZEDMIOTU</w:t>
      </w:r>
    </w:p>
    <w:p w14:paraId="6E1776E1" w14:textId="77777777" w:rsidR="0085747A" w:rsidRPr="00B21D2E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21D2E" w14:paraId="664B522E" w14:textId="77777777" w:rsidTr="0071620A">
        <w:trPr>
          <w:trHeight w:val="397"/>
        </w:trPr>
        <w:tc>
          <w:tcPr>
            <w:tcW w:w="3544" w:type="dxa"/>
          </w:tcPr>
          <w:p w14:paraId="15387A4C" w14:textId="77777777" w:rsidR="0085747A" w:rsidRPr="00B21D2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21D2E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32B86018" w14:textId="77777777" w:rsidR="0085747A" w:rsidRPr="00B21D2E" w:rsidRDefault="005457A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B21D2E">
              <w:rPr>
                <w:b w:val="0"/>
                <w:smallCaps w:val="0"/>
                <w:color w:val="000000"/>
                <w:sz w:val="22"/>
              </w:rPr>
              <w:t>-----------------------------------------</w:t>
            </w:r>
          </w:p>
        </w:tc>
      </w:tr>
      <w:tr w:rsidR="0085747A" w:rsidRPr="00B21D2E" w14:paraId="5D84FF61" w14:textId="77777777" w:rsidTr="0071620A">
        <w:trPr>
          <w:trHeight w:val="397"/>
        </w:trPr>
        <w:tc>
          <w:tcPr>
            <w:tcW w:w="3544" w:type="dxa"/>
          </w:tcPr>
          <w:p w14:paraId="729CAA44" w14:textId="77777777" w:rsidR="0085747A" w:rsidRPr="00B21D2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21D2E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3CE0B2" w14:textId="77777777" w:rsidR="0085747A" w:rsidRPr="00B21D2E" w:rsidRDefault="005457A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21D2E">
              <w:rPr>
                <w:b w:val="0"/>
                <w:smallCaps w:val="0"/>
                <w:sz w:val="22"/>
              </w:rPr>
              <w:t>------------------------------------------</w:t>
            </w:r>
          </w:p>
        </w:tc>
      </w:tr>
    </w:tbl>
    <w:p w14:paraId="524609AC" w14:textId="77777777" w:rsidR="003E1941" w:rsidRPr="00B21D2E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3EDF8BA" w14:textId="77777777" w:rsidR="0085747A" w:rsidRPr="00B21D2E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B21D2E">
        <w:rPr>
          <w:smallCaps w:val="0"/>
          <w:sz w:val="22"/>
        </w:rPr>
        <w:t xml:space="preserve">7. </w:t>
      </w:r>
      <w:r w:rsidR="0085747A" w:rsidRPr="00B21D2E">
        <w:rPr>
          <w:smallCaps w:val="0"/>
          <w:sz w:val="22"/>
        </w:rPr>
        <w:t>LITERATURA</w:t>
      </w:r>
    </w:p>
    <w:p w14:paraId="3B6BF154" w14:textId="77777777" w:rsidR="00675843" w:rsidRPr="00B21D2E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3770" w:rsidRPr="00B21D2E" w14:paraId="5B948D4C" w14:textId="77777777" w:rsidTr="005A790F">
        <w:tc>
          <w:tcPr>
            <w:tcW w:w="7513" w:type="dxa"/>
          </w:tcPr>
          <w:p w14:paraId="371603B9" w14:textId="3D7A97F4" w:rsidR="009A3770" w:rsidRDefault="009A3770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15C">
              <w:rPr>
                <w:rFonts w:ascii="Times New Roman" w:hAnsi="Times New Roman"/>
                <w:b/>
              </w:rPr>
              <w:t>Literatura podstawowa:</w:t>
            </w:r>
          </w:p>
          <w:p w14:paraId="2324531E" w14:textId="77777777" w:rsidR="009D315C" w:rsidRPr="009D315C" w:rsidRDefault="009D315C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299B2BC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 xml:space="preserve">- T. Pietrzykowski, Etyczne problemy prawa, Zarys wykładu, Kraków 2005 </w:t>
            </w:r>
          </w:p>
          <w:p w14:paraId="3D6AD108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M. Ossowska, Podstawy nauki o moralności, Wrocław 1994</w:t>
            </w:r>
          </w:p>
          <w:p w14:paraId="45E1E79D" w14:textId="77777777" w:rsidR="009A3770" w:rsidRPr="00B21D2E" w:rsidRDefault="009A3770" w:rsidP="009A377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B21D2E">
              <w:rPr>
                <w:rFonts w:ascii="Times New Roman" w:eastAsia="Cambria" w:hAnsi="Times New Roman"/>
              </w:rPr>
              <w:t>- T. Ślipko, Zarys etyki ogólnej, Kraków 2004</w:t>
            </w:r>
          </w:p>
          <w:p w14:paraId="067F455C" w14:textId="77777777" w:rsidR="009A3770" w:rsidRPr="00B21D2E" w:rsidRDefault="009A3770" w:rsidP="009A37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3770" w:rsidRPr="00B21D2E" w14:paraId="2BD47CEA" w14:textId="77777777" w:rsidTr="005A790F">
        <w:tc>
          <w:tcPr>
            <w:tcW w:w="7513" w:type="dxa"/>
          </w:tcPr>
          <w:p w14:paraId="6CFD8342" w14:textId="439579D1" w:rsidR="009A3770" w:rsidRDefault="009A3770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D315C">
              <w:rPr>
                <w:rFonts w:ascii="Times New Roman" w:hAnsi="Times New Roman"/>
                <w:b/>
              </w:rPr>
              <w:t xml:space="preserve">Literatura uzupełniająca: </w:t>
            </w:r>
          </w:p>
          <w:p w14:paraId="586F318C" w14:textId="77777777" w:rsidR="009D315C" w:rsidRPr="009D315C" w:rsidRDefault="009D315C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4A17555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A. Arno, Wprowadzenie do etyki, Kraków 2008</w:t>
            </w:r>
          </w:p>
          <w:p w14:paraId="511F2F8B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P. Aszyk, Konflikty moralne a etyka, Kraków 1998,</w:t>
            </w:r>
          </w:p>
          <w:p w14:paraId="346FD664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 xml:space="preserve">- J. </w:t>
            </w:r>
            <w:proofErr w:type="spellStart"/>
            <w:r w:rsidRPr="00B21D2E">
              <w:rPr>
                <w:rFonts w:ascii="Times New Roman" w:eastAsia="Cambria" w:hAnsi="Times New Roman"/>
              </w:rPr>
              <w:t>Baggini</w:t>
            </w:r>
            <w:proofErr w:type="spellEnd"/>
            <w:r w:rsidRPr="00B21D2E">
              <w:rPr>
                <w:rFonts w:ascii="Times New Roman" w:eastAsia="Cambria" w:hAnsi="Times New Roman"/>
              </w:rPr>
              <w:t xml:space="preserve">, P. S. </w:t>
            </w:r>
            <w:proofErr w:type="spellStart"/>
            <w:r w:rsidRPr="00B21D2E">
              <w:rPr>
                <w:rFonts w:ascii="Times New Roman" w:eastAsia="Cambria" w:hAnsi="Times New Roman"/>
              </w:rPr>
              <w:t>Fosl</w:t>
            </w:r>
            <w:proofErr w:type="spellEnd"/>
            <w:r w:rsidRPr="00B21D2E">
              <w:rPr>
                <w:rFonts w:ascii="Times New Roman" w:eastAsia="Cambria" w:hAnsi="Times New Roman"/>
              </w:rPr>
              <w:t>, Przybornik etyki, Warszawa 2010</w:t>
            </w:r>
          </w:p>
          <w:p w14:paraId="41808D93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J. M. Bocheński, Etyka, Komorów 2009</w:t>
            </w:r>
          </w:p>
          <w:p w14:paraId="7BC412AC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I. Bogucka, T. Pietrzykowski, Etyka w administracji publicznej, Warszawa 2010</w:t>
            </w:r>
          </w:p>
          <w:p w14:paraId="2C0D3B42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P. Czarnecki, Dylematy etyczne współczesności, Warszawa 2008</w:t>
            </w:r>
          </w:p>
          <w:p w14:paraId="12A726AD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 xml:space="preserve">- J. </w:t>
            </w:r>
            <w:proofErr w:type="spellStart"/>
            <w:r w:rsidRPr="00B21D2E">
              <w:rPr>
                <w:rFonts w:ascii="Times New Roman" w:eastAsia="Cambria" w:hAnsi="Times New Roman"/>
              </w:rPr>
              <w:t>Hołówka</w:t>
            </w:r>
            <w:proofErr w:type="spellEnd"/>
            <w:r w:rsidRPr="00B21D2E">
              <w:rPr>
                <w:rFonts w:ascii="Times New Roman" w:eastAsia="Cambria" w:hAnsi="Times New Roman"/>
              </w:rPr>
              <w:t>, Etyka w działaniu, Warszawa 2001</w:t>
            </w:r>
          </w:p>
          <w:p w14:paraId="31836A34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 xml:space="preserve">- H. Izdebski, P. </w:t>
            </w:r>
            <w:proofErr w:type="spellStart"/>
            <w:r w:rsidRPr="00B21D2E">
              <w:rPr>
                <w:rFonts w:ascii="Times New Roman" w:eastAsia="Cambria" w:hAnsi="Times New Roman"/>
              </w:rPr>
              <w:t>Skuczyński</w:t>
            </w:r>
            <w:proofErr w:type="spellEnd"/>
            <w:r w:rsidRPr="00B21D2E">
              <w:rPr>
                <w:rFonts w:ascii="Times New Roman" w:eastAsia="Cambria" w:hAnsi="Times New Roman"/>
              </w:rPr>
              <w:t>, Etyka prawnicza. Stanowiska i perspektywy, Warszawa 2008</w:t>
            </w:r>
          </w:p>
          <w:p w14:paraId="198E1EF1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 xml:space="preserve">- J. Tischner, Myślenie według wartości, Kraków 2004, </w:t>
            </w:r>
          </w:p>
          <w:p w14:paraId="7C45B30D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 xml:space="preserve">- R. </w:t>
            </w:r>
            <w:proofErr w:type="spellStart"/>
            <w:r w:rsidRPr="00B21D2E">
              <w:rPr>
                <w:rFonts w:ascii="Times New Roman" w:eastAsia="Cambria" w:hAnsi="Times New Roman"/>
              </w:rPr>
              <w:t>Sarkowicz</w:t>
            </w:r>
            <w:proofErr w:type="spellEnd"/>
            <w:r w:rsidRPr="00B21D2E">
              <w:rPr>
                <w:rFonts w:ascii="Times New Roman" w:eastAsia="Cambria" w:hAnsi="Times New Roman"/>
              </w:rPr>
              <w:t>, Amerykańska etyka prawnicza, Kraków 2004</w:t>
            </w:r>
          </w:p>
          <w:p w14:paraId="18F30012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P. Singer (red.), Przewodnik po etyce, Warszawa 2009</w:t>
            </w:r>
          </w:p>
          <w:p w14:paraId="3D56803D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P. Steczkowski (red.), Etyka. Deontologia. Prawo, Rzeszów 2008</w:t>
            </w:r>
          </w:p>
          <w:p w14:paraId="3A828BDD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T. Styczeń, J. Marecki, ABC etyki, Lublin 2007</w:t>
            </w:r>
          </w:p>
          <w:p w14:paraId="3D3C5FBF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T. Ślipko, Spacerem po etyce, Kraków 2010</w:t>
            </w:r>
          </w:p>
          <w:p w14:paraId="503200A5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lastRenderedPageBreak/>
              <w:t>- T. Ślipko, Historia etyki, Kraków 2009</w:t>
            </w:r>
          </w:p>
          <w:p w14:paraId="294FA71D" w14:textId="77777777" w:rsidR="009A3770" w:rsidRPr="00B21D2E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T. Ślipko, Zarys etyki szczegółowej, t.1 i t. 2, Kraków 2005</w:t>
            </w:r>
          </w:p>
          <w:p w14:paraId="6FCACFF6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>- R. Tokarczyk, Etyka prawnicza, Warszawa 2009</w:t>
            </w:r>
          </w:p>
          <w:p w14:paraId="5298F4B2" w14:textId="77777777" w:rsidR="009A3770" w:rsidRPr="00B21D2E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B21D2E">
              <w:rPr>
                <w:rFonts w:ascii="Times New Roman" w:eastAsia="Cambria" w:hAnsi="Times New Roman"/>
              </w:rPr>
              <w:t xml:space="preserve">- P. Vardy, P. </w:t>
            </w:r>
            <w:proofErr w:type="spellStart"/>
            <w:r w:rsidRPr="00B21D2E">
              <w:rPr>
                <w:rFonts w:ascii="Times New Roman" w:eastAsia="Cambria" w:hAnsi="Times New Roman"/>
              </w:rPr>
              <w:t>Grosch</w:t>
            </w:r>
            <w:proofErr w:type="spellEnd"/>
            <w:r w:rsidRPr="00B21D2E">
              <w:rPr>
                <w:rFonts w:ascii="Times New Roman" w:eastAsia="Cambria" w:hAnsi="Times New Roman"/>
              </w:rPr>
              <w:t>, Etyka: poglądy i problemy, Poznań 2010</w:t>
            </w:r>
          </w:p>
          <w:p w14:paraId="50F032E5" w14:textId="77777777" w:rsidR="009A3770" w:rsidRPr="00B21D2E" w:rsidRDefault="009A3770" w:rsidP="009A3770">
            <w:pPr>
              <w:spacing w:after="0" w:line="240" w:lineRule="auto"/>
              <w:rPr>
                <w:rFonts w:ascii="Times New Roman" w:hAnsi="Times New Roman"/>
                <w:i/>
                <w:color w:val="FF0000"/>
              </w:rPr>
            </w:pPr>
            <w:r w:rsidRPr="00B21D2E">
              <w:rPr>
                <w:rFonts w:ascii="Times New Roman" w:eastAsia="Cambria" w:hAnsi="Times New Roman"/>
              </w:rPr>
              <w:t>- Ł. Zaorski-Sikora, Etyka, Łódź 2007,</w:t>
            </w:r>
          </w:p>
          <w:p w14:paraId="29DD5A0D" w14:textId="77777777" w:rsidR="009A3770" w:rsidRPr="00B21D2E" w:rsidRDefault="009A3770" w:rsidP="009A37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1C8EED5" w14:textId="77777777" w:rsidR="0085747A" w:rsidRPr="00B21D2E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47F2257" w14:textId="77777777" w:rsidR="0085747A" w:rsidRPr="00B21D2E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7C554FF3" w14:textId="77777777" w:rsidR="0085747A" w:rsidRPr="00B21D2E" w:rsidRDefault="0085747A" w:rsidP="00F83B28">
      <w:pPr>
        <w:pStyle w:val="Punktygwne"/>
        <w:spacing w:before="0" w:after="0"/>
        <w:ind w:left="360"/>
        <w:rPr>
          <w:sz w:val="22"/>
        </w:rPr>
      </w:pPr>
      <w:r w:rsidRPr="00B21D2E">
        <w:rPr>
          <w:b w:val="0"/>
          <w:smallCaps w:val="0"/>
          <w:sz w:val="22"/>
        </w:rPr>
        <w:t>Akceptacja Kierownika Jednostki lub osoby upoważnionej</w:t>
      </w:r>
    </w:p>
    <w:sectPr w:rsidR="0085747A" w:rsidRPr="00B21D2E" w:rsidSect="00296160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E33E5" w14:textId="77777777" w:rsidR="00EF4D55" w:rsidRDefault="00EF4D55" w:rsidP="00C16ABF">
      <w:pPr>
        <w:spacing w:after="0" w:line="240" w:lineRule="auto"/>
      </w:pPr>
      <w:r>
        <w:separator/>
      </w:r>
    </w:p>
  </w:endnote>
  <w:endnote w:type="continuationSeparator" w:id="0">
    <w:p w14:paraId="642C883D" w14:textId="77777777" w:rsidR="00EF4D55" w:rsidRDefault="00EF4D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252CF" w14:textId="77777777" w:rsidR="00EF4D55" w:rsidRDefault="00EF4D55" w:rsidP="00C16ABF">
      <w:pPr>
        <w:spacing w:after="0" w:line="240" w:lineRule="auto"/>
      </w:pPr>
      <w:r>
        <w:separator/>
      </w:r>
    </w:p>
  </w:footnote>
  <w:footnote w:type="continuationSeparator" w:id="0">
    <w:p w14:paraId="444F4795" w14:textId="77777777" w:rsidR="00EF4D55" w:rsidRDefault="00EF4D55" w:rsidP="00C16ABF">
      <w:pPr>
        <w:spacing w:after="0" w:line="240" w:lineRule="auto"/>
      </w:pPr>
      <w:r>
        <w:continuationSeparator/>
      </w:r>
    </w:p>
  </w:footnote>
  <w:footnote w:id="1">
    <w:p w14:paraId="52D08570" w14:textId="77777777" w:rsidR="00B21D2E" w:rsidRDefault="00B21D2E" w:rsidP="00B21D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113D0"/>
    <w:multiLevelType w:val="multilevel"/>
    <w:tmpl w:val="54F26058"/>
    <w:lvl w:ilvl="0">
      <w:start w:val="3"/>
      <w:numFmt w:val="decimal"/>
      <w:lvlText w:val="%1."/>
      <w:lvlJc w:val="left"/>
      <w:pPr>
        <w:ind w:left="790" w:hanging="43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3" w15:restartNumberingAfterBreak="0">
    <w:nsid w:val="33435EDF"/>
    <w:multiLevelType w:val="multilevel"/>
    <w:tmpl w:val="BAAAAA16"/>
    <w:lvl w:ilvl="0">
      <w:start w:val="3"/>
      <w:numFmt w:val="decimal"/>
      <w:lvlText w:val="%1"/>
      <w:lvlJc w:val="left"/>
      <w:pPr>
        <w:ind w:left="430" w:hanging="43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4" w:hanging="4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131A0"/>
    <w:multiLevelType w:val="hybridMultilevel"/>
    <w:tmpl w:val="EB7C74D8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8130B"/>
    <w:multiLevelType w:val="multilevel"/>
    <w:tmpl w:val="6B9EE5C8"/>
    <w:lvl w:ilvl="0">
      <w:start w:val="3"/>
      <w:numFmt w:val="decimal"/>
      <w:lvlText w:val="%1."/>
      <w:lvlJc w:val="left"/>
      <w:pPr>
        <w:ind w:left="430" w:hanging="43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14" w:hanging="4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b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DB"/>
    <w:rsid w:val="000048FD"/>
    <w:rsid w:val="000077B4"/>
    <w:rsid w:val="00015B8F"/>
    <w:rsid w:val="00022ECE"/>
    <w:rsid w:val="00042A51"/>
    <w:rsid w:val="00042D2E"/>
    <w:rsid w:val="00044C82"/>
    <w:rsid w:val="00060D5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C7AAE"/>
    <w:rsid w:val="001D657B"/>
    <w:rsid w:val="001D7B54"/>
    <w:rsid w:val="001E0209"/>
    <w:rsid w:val="001F2CA2"/>
    <w:rsid w:val="001F3174"/>
    <w:rsid w:val="001F7FA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160"/>
    <w:rsid w:val="002A22BF"/>
    <w:rsid w:val="002A2389"/>
    <w:rsid w:val="002A671D"/>
    <w:rsid w:val="002B4D55"/>
    <w:rsid w:val="002B5EA0"/>
    <w:rsid w:val="002B6119"/>
    <w:rsid w:val="002C1F06"/>
    <w:rsid w:val="002D3375"/>
    <w:rsid w:val="002D6B3E"/>
    <w:rsid w:val="002D73D4"/>
    <w:rsid w:val="002E48E9"/>
    <w:rsid w:val="002E7BA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B6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E80"/>
    <w:rsid w:val="004D5282"/>
    <w:rsid w:val="004F1551"/>
    <w:rsid w:val="004F55A3"/>
    <w:rsid w:val="0050496F"/>
    <w:rsid w:val="00510C4C"/>
    <w:rsid w:val="00513B6F"/>
    <w:rsid w:val="00517C63"/>
    <w:rsid w:val="005363C4"/>
    <w:rsid w:val="00536BDE"/>
    <w:rsid w:val="00543ACC"/>
    <w:rsid w:val="005457AA"/>
    <w:rsid w:val="005463FF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38E1"/>
    <w:rsid w:val="0061029B"/>
    <w:rsid w:val="00617230"/>
    <w:rsid w:val="00621CE1"/>
    <w:rsid w:val="00627FC9"/>
    <w:rsid w:val="00633E87"/>
    <w:rsid w:val="00647FA8"/>
    <w:rsid w:val="00650C5F"/>
    <w:rsid w:val="00654934"/>
    <w:rsid w:val="006620D9"/>
    <w:rsid w:val="00671958"/>
    <w:rsid w:val="00673FC0"/>
    <w:rsid w:val="00675843"/>
    <w:rsid w:val="00682214"/>
    <w:rsid w:val="00696477"/>
    <w:rsid w:val="006A4477"/>
    <w:rsid w:val="006C525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E8F"/>
    <w:rsid w:val="007C3299"/>
    <w:rsid w:val="007C3BCC"/>
    <w:rsid w:val="007C4546"/>
    <w:rsid w:val="007D1377"/>
    <w:rsid w:val="007D6E56"/>
    <w:rsid w:val="007F4155"/>
    <w:rsid w:val="0081554D"/>
    <w:rsid w:val="0081707E"/>
    <w:rsid w:val="00822A75"/>
    <w:rsid w:val="008449B3"/>
    <w:rsid w:val="0085747A"/>
    <w:rsid w:val="00884922"/>
    <w:rsid w:val="00885F64"/>
    <w:rsid w:val="008917F9"/>
    <w:rsid w:val="008A45F7"/>
    <w:rsid w:val="008B420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3770"/>
    <w:rsid w:val="009A78D9"/>
    <w:rsid w:val="009B0C09"/>
    <w:rsid w:val="009C3E31"/>
    <w:rsid w:val="009C54AE"/>
    <w:rsid w:val="009C647B"/>
    <w:rsid w:val="009C788E"/>
    <w:rsid w:val="009D315C"/>
    <w:rsid w:val="009E06FF"/>
    <w:rsid w:val="009E3B41"/>
    <w:rsid w:val="009F3C5C"/>
    <w:rsid w:val="009F4610"/>
    <w:rsid w:val="00A00ECC"/>
    <w:rsid w:val="00A155EE"/>
    <w:rsid w:val="00A16E18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9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3EB"/>
    <w:rsid w:val="00B06142"/>
    <w:rsid w:val="00B135B1"/>
    <w:rsid w:val="00B21D2E"/>
    <w:rsid w:val="00B23780"/>
    <w:rsid w:val="00B30515"/>
    <w:rsid w:val="00B3130B"/>
    <w:rsid w:val="00B40ADB"/>
    <w:rsid w:val="00B43B77"/>
    <w:rsid w:val="00B43E80"/>
    <w:rsid w:val="00B54900"/>
    <w:rsid w:val="00B607DB"/>
    <w:rsid w:val="00B62514"/>
    <w:rsid w:val="00B66529"/>
    <w:rsid w:val="00B67FDD"/>
    <w:rsid w:val="00B72CE7"/>
    <w:rsid w:val="00B75946"/>
    <w:rsid w:val="00B8056E"/>
    <w:rsid w:val="00B819C8"/>
    <w:rsid w:val="00B82308"/>
    <w:rsid w:val="00B90885"/>
    <w:rsid w:val="00BA4567"/>
    <w:rsid w:val="00BB520A"/>
    <w:rsid w:val="00BD3869"/>
    <w:rsid w:val="00BD66E9"/>
    <w:rsid w:val="00BD6FF4"/>
    <w:rsid w:val="00BF2C41"/>
    <w:rsid w:val="00BF38E7"/>
    <w:rsid w:val="00C00E44"/>
    <w:rsid w:val="00C058B4"/>
    <w:rsid w:val="00C05F44"/>
    <w:rsid w:val="00C131B5"/>
    <w:rsid w:val="00C16ABF"/>
    <w:rsid w:val="00C170AE"/>
    <w:rsid w:val="00C26CB7"/>
    <w:rsid w:val="00C31328"/>
    <w:rsid w:val="00C324C1"/>
    <w:rsid w:val="00C36992"/>
    <w:rsid w:val="00C56036"/>
    <w:rsid w:val="00C61DC5"/>
    <w:rsid w:val="00C67E92"/>
    <w:rsid w:val="00C7088C"/>
    <w:rsid w:val="00C70A26"/>
    <w:rsid w:val="00C766DF"/>
    <w:rsid w:val="00C94B98"/>
    <w:rsid w:val="00CA2B96"/>
    <w:rsid w:val="00CA5089"/>
    <w:rsid w:val="00CB6F8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45B"/>
    <w:rsid w:val="00D552B2"/>
    <w:rsid w:val="00D608D1"/>
    <w:rsid w:val="00D74119"/>
    <w:rsid w:val="00D8075B"/>
    <w:rsid w:val="00D8678B"/>
    <w:rsid w:val="00D93F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D55"/>
    <w:rsid w:val="00F070AB"/>
    <w:rsid w:val="00F14E72"/>
    <w:rsid w:val="00F17567"/>
    <w:rsid w:val="00F27A7B"/>
    <w:rsid w:val="00F526AF"/>
    <w:rsid w:val="00F617C3"/>
    <w:rsid w:val="00F7066B"/>
    <w:rsid w:val="00F83B28"/>
    <w:rsid w:val="00F86923"/>
    <w:rsid w:val="00FA46E5"/>
    <w:rsid w:val="00FB7DBA"/>
    <w:rsid w:val="00FC1C25"/>
    <w:rsid w:val="00FC3F45"/>
    <w:rsid w:val="00FD503F"/>
    <w:rsid w:val="00FD6381"/>
    <w:rsid w:val="00FD7589"/>
    <w:rsid w:val="00FE079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7F03F"/>
  <w15:docId w15:val="{38A79E71-3B71-4D84-B679-64FD102FA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8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8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48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8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8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BF46D-11A8-4EC9-9649-E8F8047A1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5</Pages>
  <Words>1125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12</cp:revision>
  <cp:lastPrinted>2019-02-06T12:12:00Z</cp:lastPrinted>
  <dcterms:created xsi:type="dcterms:W3CDTF">2021-12-09T11:44:00Z</dcterms:created>
  <dcterms:modified xsi:type="dcterms:W3CDTF">2022-11-29T10:16:00Z</dcterms:modified>
</cp:coreProperties>
</file>